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03F" w:rsidRPr="00626696" w:rsidRDefault="00207362">
      <w:pPr>
        <w:pStyle w:val="ContactInfo"/>
        <w:rPr>
          <w:rFonts w:cstheme="minorHAnsi"/>
          <w:sz w:val="24"/>
          <w:szCs w:val="24"/>
        </w:rPr>
      </w:pPr>
      <w:r w:rsidRPr="00626696">
        <w:rPr>
          <w:rFonts w:cstheme="minorHAnsi"/>
          <w:sz w:val="24"/>
          <w:szCs w:val="24"/>
        </w:rPr>
        <w:t>[</w:t>
      </w:r>
      <w:sdt>
        <w:sdtPr>
          <w:rPr>
            <w:rFonts w:cstheme="minorHAnsi"/>
            <w:sz w:val="24"/>
            <w:szCs w:val="24"/>
          </w:rPr>
          <w:alias w:val="Enter your name:"/>
          <w:tag w:val="Enter your name:"/>
          <w:id w:val="-433982231"/>
          <w:placeholder>
            <w:docPart w:val="A39C8C7266C947AD8E63A519E414DCD3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 w:multiLine="1"/>
        </w:sdtPr>
        <w:sdtEndPr/>
        <w:sdtContent>
          <w:r w:rsidR="00EE6744" w:rsidRPr="00626696">
            <w:rPr>
              <w:rFonts w:cstheme="minorHAnsi"/>
              <w:sz w:val="24"/>
              <w:szCs w:val="24"/>
            </w:rPr>
            <w:t>Your Name</w:t>
          </w:r>
        </w:sdtContent>
      </w:sdt>
      <w:r w:rsidRPr="00626696">
        <w:rPr>
          <w:rFonts w:cstheme="minorHAnsi"/>
          <w:sz w:val="24"/>
          <w:szCs w:val="24"/>
        </w:rPr>
        <w:t>]</w:t>
      </w:r>
    </w:p>
    <w:sdt>
      <w:sdtPr>
        <w:rPr>
          <w:rFonts w:cstheme="minorHAnsi"/>
          <w:sz w:val="24"/>
          <w:szCs w:val="24"/>
        </w:rPr>
        <w:alias w:val="Enter your company name:"/>
        <w:tag w:val="Enter your company name:"/>
        <w:id w:val="-734552025"/>
        <w:placeholder>
          <w:docPart w:val="C9448438C2364517BD8FA46F48C452D5"/>
        </w:placeholder>
        <w:temporary/>
        <w:showingPlcHdr/>
        <w15:appearance w15:val="hidden"/>
      </w:sdtPr>
      <w:sdtEndPr/>
      <w:sdtContent>
        <w:p w:rsidR="0015703F" w:rsidRPr="00626696" w:rsidRDefault="00AC6705">
          <w:pPr>
            <w:pStyle w:val="ContactInfo"/>
            <w:rPr>
              <w:rFonts w:cstheme="minorHAnsi"/>
              <w:sz w:val="24"/>
              <w:szCs w:val="24"/>
            </w:rPr>
          </w:pPr>
          <w:r w:rsidRPr="00626696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15703F" w:rsidRPr="00626696" w:rsidRDefault="008C701C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1634143502"/>
          <w:placeholder>
            <w:docPart w:val="F5BA7CA125204839B2F8E6EE8CC30122"/>
          </w:placeholder>
          <w:temporary/>
          <w:showingPlcHdr/>
          <w15:appearance w15:val="hidden"/>
        </w:sdtPr>
        <w:sdtEndPr/>
        <w:sdtContent>
          <w:r w:rsidR="00AC6705" w:rsidRPr="00626696">
            <w:rPr>
              <w:rFonts w:cstheme="minorHAnsi"/>
              <w:sz w:val="24"/>
              <w:szCs w:val="24"/>
            </w:rPr>
            <w:t>Street Address</w:t>
          </w:r>
        </w:sdtContent>
      </w:sdt>
      <w:r w:rsidR="00E83000" w:rsidRPr="0062669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2091195522"/>
          <w:placeholder>
            <w:docPart w:val="997FBB661C1B4176AC9AC5854EA6E47B"/>
          </w:placeholder>
          <w:temporary/>
          <w:showingPlcHdr/>
          <w15:appearance w15:val="hidden"/>
        </w:sdtPr>
        <w:sdtEndPr/>
        <w:sdtContent>
          <w:r w:rsidR="00AC6705" w:rsidRPr="00626696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207362" w:rsidRPr="00626696" w:rsidRDefault="00207362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1263595541"/>
        <w:placeholder>
          <w:docPart w:val="2A89F2C537FF4CC8BADABD745DA9AAA4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5703F" w:rsidRPr="00626696" w:rsidRDefault="00EE6744">
          <w:pPr>
            <w:pStyle w:val="Date"/>
            <w:rPr>
              <w:rFonts w:cstheme="minorHAnsi"/>
              <w:sz w:val="24"/>
              <w:szCs w:val="24"/>
            </w:rPr>
          </w:pPr>
          <w:r w:rsidRPr="00626696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580269095"/>
        <w:placeholder>
          <w:docPart w:val="A857909068114B1189737E03ED0EDBB5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5703F" w:rsidRPr="00626696" w:rsidRDefault="00AC6705">
          <w:pPr>
            <w:pStyle w:val="ContactInfo"/>
            <w:rPr>
              <w:rFonts w:cstheme="minorHAnsi"/>
              <w:sz w:val="24"/>
              <w:szCs w:val="24"/>
            </w:rPr>
          </w:pPr>
          <w:r w:rsidRPr="00626696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15703F" w:rsidRPr="00626696" w:rsidRDefault="008C701C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C73D65FD2C7747CA80F03A5D8AA9FBEF"/>
          </w:placeholder>
          <w:temporary/>
          <w:showingPlcHdr/>
          <w15:appearance w15:val="hidden"/>
        </w:sdtPr>
        <w:sdtEndPr/>
        <w:sdtContent>
          <w:r w:rsidR="00AC6705" w:rsidRPr="00626696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531874231"/>
        <w:placeholder>
          <w:docPart w:val="3CC7034E16154696B211B18D1F9FA133"/>
        </w:placeholder>
        <w:temporary/>
        <w:showingPlcHdr/>
        <w15:appearance w15:val="hidden"/>
      </w:sdtPr>
      <w:sdtEndPr/>
      <w:sdtContent>
        <w:p w:rsidR="0015703F" w:rsidRPr="00626696" w:rsidRDefault="00AC6705">
          <w:pPr>
            <w:pStyle w:val="ContactInfo"/>
            <w:rPr>
              <w:rFonts w:cstheme="minorHAnsi"/>
              <w:sz w:val="24"/>
              <w:szCs w:val="24"/>
            </w:rPr>
          </w:pPr>
          <w:r w:rsidRPr="00626696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15703F" w:rsidRPr="00626696" w:rsidRDefault="008C701C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F5BA7CA125204839B2F8E6EE8CC30122"/>
          </w:placeholder>
          <w:temporary/>
          <w:showingPlcHdr/>
          <w15:appearance w15:val="hidden"/>
        </w:sdtPr>
        <w:sdtEndPr/>
        <w:sdtContent>
          <w:r w:rsidR="00FA37B0" w:rsidRPr="00626696">
            <w:rPr>
              <w:rFonts w:cstheme="minorHAnsi"/>
              <w:sz w:val="24"/>
              <w:szCs w:val="24"/>
            </w:rPr>
            <w:t>Street Address</w:t>
          </w:r>
        </w:sdtContent>
      </w:sdt>
      <w:r w:rsidR="00E83000" w:rsidRPr="0062669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997FBB661C1B4176AC9AC5854EA6E47B"/>
          </w:placeholder>
          <w:temporary/>
          <w:showingPlcHdr/>
          <w15:appearance w15:val="hidden"/>
        </w:sdtPr>
        <w:sdtEndPr/>
        <w:sdtContent>
          <w:r w:rsidR="00FA37B0" w:rsidRPr="00626696">
            <w:rPr>
              <w:rFonts w:cstheme="minorHAnsi"/>
              <w:sz w:val="24"/>
              <w:szCs w:val="24"/>
            </w:rPr>
            <w:t>City, ST ZIP Code</w:t>
          </w:r>
        </w:sdtContent>
      </w:sdt>
    </w:p>
    <w:p w:rsidR="0015703F" w:rsidRPr="00626696" w:rsidRDefault="00AC6705">
      <w:pPr>
        <w:pStyle w:val="Salutation"/>
        <w:rPr>
          <w:rFonts w:cstheme="minorHAnsi"/>
          <w:sz w:val="24"/>
          <w:szCs w:val="24"/>
        </w:rPr>
      </w:pPr>
      <w:r w:rsidRPr="00626696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90242174"/>
          <w:placeholder>
            <w:docPart w:val="03E1973C987942E49692180448CF2896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626696">
            <w:rPr>
              <w:rFonts w:cstheme="minorHAnsi"/>
              <w:sz w:val="24"/>
              <w:szCs w:val="24"/>
            </w:rPr>
            <w:t>Recipient Name</w:t>
          </w:r>
        </w:sdtContent>
      </w:sdt>
      <w:r w:rsidRPr="00626696">
        <w:rPr>
          <w:rFonts w:cstheme="minorHAnsi"/>
          <w:sz w:val="24"/>
          <w:szCs w:val="24"/>
        </w:rPr>
        <w:t>:</w:t>
      </w:r>
    </w:p>
    <w:p w:rsidR="00626696" w:rsidRPr="00626696" w:rsidRDefault="00626696" w:rsidP="0062669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626696">
        <w:rPr>
          <w:rFonts w:eastAsia="Times New Roman" w:cstheme="minorHAnsi"/>
          <w:spacing w:val="0"/>
          <w:sz w:val="24"/>
          <w:szCs w:val="24"/>
          <w:lang w:eastAsia="en-US"/>
        </w:rPr>
        <w:t>The purpose of this letter is to verify you that I Michele Elle your student of Journalism department is a permanent resident of Houston Block C [Complete Address]. I certify that I have been living in the same residence for previous 4 years and 3 months.</w:t>
      </w:r>
    </w:p>
    <w:p w:rsidR="00626696" w:rsidRPr="00626696" w:rsidRDefault="00626696" w:rsidP="0062669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626696">
        <w:rPr>
          <w:rFonts w:eastAsia="Times New Roman" w:cstheme="minorHAnsi"/>
          <w:spacing w:val="0"/>
          <w:sz w:val="24"/>
          <w:szCs w:val="24"/>
          <w:lang w:eastAsia="en-US"/>
        </w:rPr>
        <w:t>The issue of my unmatched address in initial school form with this current address arose because of our personal shifting problems which have been sorted long ago. I apologize that I didn't update my status in official papers in accordance with our current address.</w:t>
      </w:r>
    </w:p>
    <w:p w:rsidR="00626696" w:rsidRPr="00626696" w:rsidRDefault="00626696" w:rsidP="0062669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626696">
        <w:rPr>
          <w:rFonts w:eastAsia="Times New Roman" w:cstheme="minorHAnsi"/>
          <w:spacing w:val="0"/>
          <w:sz w:val="24"/>
          <w:szCs w:val="24"/>
          <w:lang w:eastAsia="en-US"/>
        </w:rPr>
        <w:t>I am enclosing a copy of my recent utility bill to formally confirm you my residence. Furthermore, I also verify that the above-mentioned information is entirely factual and accurate. I understand the penalty of false or manipulated information provided in such cases. Kindly let me know if I must provide additional information.</w:t>
      </w:r>
      <w:bookmarkStart w:id="0" w:name="_GoBack"/>
      <w:bookmarkEnd w:id="0"/>
    </w:p>
    <w:p w:rsidR="0015703F" w:rsidRPr="00626696" w:rsidRDefault="008C701C">
      <w:pPr>
        <w:pStyle w:val="Closing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251246316"/>
          <w:placeholder>
            <w:docPart w:val="6808902300984BA285D4191BE1D83E43"/>
          </w:placeholder>
          <w:temporary/>
          <w:showingPlcHdr/>
          <w15:appearance w15:val="hidden"/>
        </w:sdtPr>
        <w:sdtEndPr/>
        <w:sdtContent>
          <w:r w:rsidR="00A214F8" w:rsidRPr="00626696">
            <w:rPr>
              <w:rFonts w:cstheme="minorHAnsi"/>
              <w:sz w:val="24"/>
              <w:szCs w:val="24"/>
            </w:rPr>
            <w:t>Sincerely</w:t>
          </w:r>
        </w:sdtContent>
      </w:sdt>
      <w:r w:rsidR="00AC6705" w:rsidRPr="00626696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Your name:"/>
        <w:tag w:val="Your name:"/>
        <w:id w:val="-2099086294"/>
        <w:placeholder>
          <w:docPart w:val="E68FC47FAD6A49AD970F51FF24ABBC05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EE6744" w:rsidRPr="00626696" w:rsidRDefault="00EE6744" w:rsidP="00EE6744">
          <w:pPr>
            <w:pStyle w:val="Signature"/>
            <w:rPr>
              <w:rFonts w:cstheme="minorHAnsi"/>
              <w:sz w:val="24"/>
              <w:szCs w:val="24"/>
            </w:rPr>
          </w:pPr>
          <w:r w:rsidRPr="00626696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3B73F4" w:rsidRPr="00626696" w:rsidRDefault="008C701C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154043800"/>
          <w:placeholder>
            <w:docPart w:val="C73D65FD2C7747CA80F03A5D8AA9FBEF"/>
          </w:placeholder>
          <w:temporary/>
          <w:showingPlcHdr/>
          <w15:appearance w15:val="hidden"/>
        </w:sdtPr>
        <w:sdtEndPr/>
        <w:sdtContent>
          <w:r w:rsidR="00FA37B0" w:rsidRPr="00626696">
            <w:rPr>
              <w:rFonts w:cstheme="minorHAnsi"/>
              <w:sz w:val="24"/>
              <w:szCs w:val="24"/>
            </w:rPr>
            <w:t>Title</w:t>
          </w:r>
        </w:sdtContent>
      </w:sdt>
    </w:p>
    <w:sectPr w:rsidR="003B73F4" w:rsidRPr="00626696">
      <w:headerReference w:type="default" r:id="rId7"/>
      <w:footerReference w:type="firs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01C" w:rsidRDefault="008C701C">
      <w:pPr>
        <w:spacing w:after="0" w:line="240" w:lineRule="auto"/>
      </w:pPr>
      <w:r>
        <w:separator/>
      </w:r>
    </w:p>
  </w:endnote>
  <w:endnote w:type="continuationSeparator" w:id="0">
    <w:p w:rsidR="008C701C" w:rsidRDefault="008C7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87" w:rsidRDefault="00265887">
    <w:pPr>
      <w:pStyle w:val="Footer"/>
    </w:pPr>
    <w:r>
      <w:t>doxhub.org</w:t>
    </w:r>
  </w:p>
  <w:p w:rsidR="00265887" w:rsidRDefault="002658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01C" w:rsidRDefault="008C701C">
      <w:pPr>
        <w:spacing w:after="0" w:line="240" w:lineRule="auto"/>
      </w:pPr>
      <w:r>
        <w:separator/>
      </w:r>
    </w:p>
  </w:footnote>
  <w:footnote w:type="continuationSeparator" w:id="0">
    <w:p w:rsidR="008C701C" w:rsidRDefault="008C7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496334673"/>
      <w:placeholder>
        <w:docPart w:val="A857909068114B1189737E03ED0EDBB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15703F" w:rsidRPr="00EE6744" w:rsidRDefault="00FA37B0" w:rsidP="00EE6744">
        <w:pPr>
          <w:pStyle w:val="Header"/>
        </w:pPr>
        <w:r w:rsidRPr="00EE6744">
          <w:t>Recipient Name</w:t>
        </w:r>
      </w:p>
    </w:sdtContent>
  </w:sdt>
  <w:sdt>
    <w:sdtPr>
      <w:alias w:val="Date:"/>
      <w:tag w:val="Date:"/>
      <w:id w:val="-1167865794"/>
      <w:placeholder>
        <w:docPart w:val="560376B4F8EE42189EEE3431A4378FC0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EE6744" w:rsidRPr="00EE6744" w:rsidRDefault="00EE6744" w:rsidP="00EE6744">
        <w:pPr>
          <w:pStyle w:val="Header"/>
        </w:pPr>
        <w:r w:rsidRPr="00EE6744">
          <w:t>Date</w:t>
        </w:r>
      </w:p>
    </w:sdtContent>
  </w:sdt>
  <w:p w:rsidR="0015703F" w:rsidRDefault="00AC6705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45CB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8B0FDC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9A273C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FA0588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0FE339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4D6261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18D48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E8C307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A061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9653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B0B8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62"/>
    <w:rsid w:val="00045CB9"/>
    <w:rsid w:val="0015703F"/>
    <w:rsid w:val="00207362"/>
    <w:rsid w:val="00265887"/>
    <w:rsid w:val="003B73F4"/>
    <w:rsid w:val="00571ACB"/>
    <w:rsid w:val="005C3B5D"/>
    <w:rsid w:val="00626696"/>
    <w:rsid w:val="006C0D15"/>
    <w:rsid w:val="006E212B"/>
    <w:rsid w:val="008C701C"/>
    <w:rsid w:val="00932FF6"/>
    <w:rsid w:val="0094413E"/>
    <w:rsid w:val="009C06DF"/>
    <w:rsid w:val="009E65EE"/>
    <w:rsid w:val="00A214F8"/>
    <w:rsid w:val="00AC6705"/>
    <w:rsid w:val="00C30C31"/>
    <w:rsid w:val="00C568F7"/>
    <w:rsid w:val="00DA7C86"/>
    <w:rsid w:val="00E83000"/>
    <w:rsid w:val="00EB5601"/>
    <w:rsid w:val="00EE6744"/>
    <w:rsid w:val="00FA1B73"/>
    <w:rsid w:val="00FA37B0"/>
    <w:rsid w:val="00FC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8899E"/>
  <w15:chartTrackingRefBased/>
  <w15:docId w15:val="{3E5303CF-EF91-42B3-84F6-7D5F54AE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1B73"/>
    <w:rPr>
      <w:spacing w:val="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7C86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FA37B0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FA37B0"/>
    <w:rPr>
      <w:spacing w:val="4"/>
      <w:szCs w:val="20"/>
    </w:rPr>
  </w:style>
  <w:style w:type="paragraph" w:styleId="Signature">
    <w:name w:val="Signature"/>
    <w:basedOn w:val="Normal"/>
    <w:next w:val="Normal"/>
    <w:link w:val="SignatureChar"/>
    <w:uiPriority w:val="6"/>
    <w:qFormat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932FF6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FA37B0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FA37B0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32FF6"/>
    <w:rPr>
      <w:spacing w:val="4"/>
      <w:szCs w:val="20"/>
    </w:rPr>
  </w:style>
  <w:style w:type="character" w:styleId="PlaceholderText">
    <w:name w:val="Placeholder Text"/>
    <w:basedOn w:val="DefaultParagraphFont"/>
    <w:uiPriority w:val="99"/>
    <w:semiHidden/>
    <w:rsid w:val="006E212B"/>
    <w:rPr>
      <w:color w:val="595959" w:themeColor="text1" w:themeTint="A6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FA37B0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FA37B0"/>
    <w:rPr>
      <w:spacing w:val="4"/>
      <w:szCs w:val="20"/>
    </w:rPr>
  </w:style>
  <w:style w:type="paragraph" w:styleId="Footer">
    <w:name w:val="footer"/>
    <w:basedOn w:val="Normal"/>
    <w:link w:val="FooterChar"/>
    <w:uiPriority w:val="99"/>
    <w:unhideWhenUsed/>
    <w:rsid w:val="006C0D15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D15"/>
    <w:rPr>
      <w:spacing w:val="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3F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3F4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3B73F4"/>
  </w:style>
  <w:style w:type="paragraph" w:styleId="BlockText">
    <w:name w:val="Block Text"/>
    <w:basedOn w:val="Normal"/>
    <w:uiPriority w:val="99"/>
    <w:semiHidden/>
    <w:unhideWhenUsed/>
    <w:rsid w:val="006E212B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3B73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73F4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B73F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73F4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B73F4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73F4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B73F4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B73F4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B73F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B73F4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B73F4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B73F4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B73F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B73F4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B73F4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B73F4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E212B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B73F4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B73F4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3F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3F4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3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3F4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3B73F4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73F4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B73F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B73F4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3B73F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3B73F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B73F4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73F4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B73F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3B73F4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B73F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73F4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73F4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B73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B73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B73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B73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B73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B73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B73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B73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B73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B73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B73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B73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A7C86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7C86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7C86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7C86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7C86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7C86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7C86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7C86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7C86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3B73F4"/>
  </w:style>
  <w:style w:type="paragraph" w:styleId="HTMLAddress">
    <w:name w:val="HTML Address"/>
    <w:basedOn w:val="Normal"/>
    <w:link w:val="HTMLAddressChar"/>
    <w:uiPriority w:val="99"/>
    <w:semiHidden/>
    <w:unhideWhenUsed/>
    <w:rsid w:val="003B73F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B73F4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3B73F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B73F4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B73F4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B73F4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73F4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73F4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B73F4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B73F4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B73F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B73F4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B73F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E212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6E212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E212B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E212B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B7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B73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B73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B73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B73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B73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B73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B73F4"/>
  </w:style>
  <w:style w:type="paragraph" w:styleId="List">
    <w:name w:val="List"/>
    <w:basedOn w:val="Normal"/>
    <w:uiPriority w:val="99"/>
    <w:semiHidden/>
    <w:unhideWhenUsed/>
    <w:rsid w:val="003B73F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B73F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B73F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B73F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B73F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3B73F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B73F4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B73F4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B73F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B73F4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B73F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B73F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B73F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B73F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B73F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3B73F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B73F4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B73F4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B73F4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B73F4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3B73F4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B73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B73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B73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B73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B73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B73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B73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B73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B73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B73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B73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B73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B73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B73F4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B73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B73F4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3B73F4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3B73F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B73F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B73F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B73F4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3B73F4"/>
  </w:style>
  <w:style w:type="table" w:styleId="PlainTable1">
    <w:name w:val="Plain Table 1"/>
    <w:basedOn w:val="TableNormal"/>
    <w:uiPriority w:val="41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B73F4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B73F4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E212B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E212B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3B73F4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FA37B0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FA37B0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B73F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4"/>
    <w:qFormat/>
    <w:rsid w:val="00C30C31"/>
    <w:rPr>
      <w:caps w:val="0"/>
      <w:smallCaps w:val="0"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B73F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B73F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B73F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B73F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B73F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B73F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B73F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B73F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B73F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B73F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B73F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B73F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B73F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B73F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B73F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B73F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B73F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3B7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3B73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B73F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B73F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B73F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B73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B73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B73F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B73F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B73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B73F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B73F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B73F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B73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B73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B73F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B73F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B73F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B73F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B73F4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3B73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B73F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B73F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B73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B73F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B73F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B7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B73F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B73F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B73F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6E21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E212B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3B73F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B73F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B73F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B73F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B73F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B73F4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B73F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B73F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B73F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B73F4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73F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customer%20of%20missed%20deliver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39C8C7266C947AD8E63A519E414D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03AF6-3D2F-4905-B992-C6985E931369}"/>
      </w:docPartPr>
      <w:docPartBody>
        <w:p w:rsidR="00000000" w:rsidRDefault="00FC59EB">
          <w:pPr>
            <w:pStyle w:val="A39C8C7266C947AD8E63A519E414DCD3"/>
          </w:pPr>
          <w:r>
            <w:t>Your Name</w:t>
          </w:r>
        </w:p>
      </w:docPartBody>
    </w:docPart>
    <w:docPart>
      <w:docPartPr>
        <w:name w:val="C9448438C2364517BD8FA46F48C452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CFBB7-E06D-418C-853C-31332B5717C2}"/>
      </w:docPartPr>
      <w:docPartBody>
        <w:p w:rsidR="00000000" w:rsidRDefault="00FC59EB">
          <w:pPr>
            <w:pStyle w:val="C9448438C2364517BD8FA46F48C452D5"/>
          </w:pPr>
          <w:r>
            <w:t>Company Name</w:t>
          </w:r>
        </w:p>
      </w:docPartBody>
    </w:docPart>
    <w:docPart>
      <w:docPartPr>
        <w:name w:val="F5BA7CA125204839B2F8E6EE8CC301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B17D6-3821-4EFF-9DB5-2CC6C672B290}"/>
      </w:docPartPr>
      <w:docPartBody>
        <w:p w:rsidR="00000000" w:rsidRDefault="00FC59EB">
          <w:pPr>
            <w:pStyle w:val="F5BA7CA125204839B2F8E6EE8CC30122"/>
          </w:pPr>
          <w:r>
            <w:t>Street Address</w:t>
          </w:r>
        </w:p>
      </w:docPartBody>
    </w:docPart>
    <w:docPart>
      <w:docPartPr>
        <w:name w:val="997FBB661C1B4176AC9AC5854EA6E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4C0182-A606-4B17-B728-CE5BB322A8F3}"/>
      </w:docPartPr>
      <w:docPartBody>
        <w:p w:rsidR="00000000" w:rsidRDefault="00FC59EB">
          <w:pPr>
            <w:pStyle w:val="997FBB661C1B4176AC9AC5854EA6E47B"/>
          </w:pPr>
          <w:r>
            <w:t>City, ST ZIP Code</w:t>
          </w:r>
        </w:p>
      </w:docPartBody>
    </w:docPart>
    <w:docPart>
      <w:docPartPr>
        <w:name w:val="2A89F2C537FF4CC8BADABD745DA9A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971A5-49CF-4D80-B582-5EE91485E71A}"/>
      </w:docPartPr>
      <w:docPartBody>
        <w:p w:rsidR="00000000" w:rsidRDefault="00FC59EB">
          <w:pPr>
            <w:pStyle w:val="2A89F2C537FF4CC8BADABD745DA9AAA4"/>
          </w:pPr>
          <w:r>
            <w:t>Date</w:t>
          </w:r>
        </w:p>
      </w:docPartBody>
    </w:docPart>
    <w:docPart>
      <w:docPartPr>
        <w:name w:val="A857909068114B1189737E03ED0EDB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894B2-F01B-4CE7-92EA-4403A1573F0C}"/>
      </w:docPartPr>
      <w:docPartBody>
        <w:p w:rsidR="00000000" w:rsidRDefault="00FC59EB">
          <w:pPr>
            <w:pStyle w:val="A857909068114B1189737E03ED0EDBB5"/>
          </w:pPr>
          <w:r>
            <w:t>Recipient Name</w:t>
          </w:r>
        </w:p>
      </w:docPartBody>
    </w:docPart>
    <w:docPart>
      <w:docPartPr>
        <w:name w:val="C73D65FD2C7747CA80F03A5D8AA9F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01E87-BCB4-4053-AA3E-A32916B505A6}"/>
      </w:docPartPr>
      <w:docPartBody>
        <w:p w:rsidR="00000000" w:rsidRDefault="00FC59EB">
          <w:pPr>
            <w:pStyle w:val="C73D65FD2C7747CA80F03A5D8AA9FBEF"/>
          </w:pPr>
          <w:r>
            <w:t>Title</w:t>
          </w:r>
        </w:p>
      </w:docPartBody>
    </w:docPart>
    <w:docPart>
      <w:docPartPr>
        <w:name w:val="3CC7034E16154696B211B18D1F9FA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33B0D-18B0-4517-AC25-DBA27112076A}"/>
      </w:docPartPr>
      <w:docPartBody>
        <w:p w:rsidR="00000000" w:rsidRDefault="00FC59EB">
          <w:pPr>
            <w:pStyle w:val="3CC7034E16154696B211B18D1F9FA133"/>
          </w:pPr>
          <w:r>
            <w:t>Company Name</w:t>
          </w:r>
        </w:p>
      </w:docPartBody>
    </w:docPart>
    <w:docPart>
      <w:docPartPr>
        <w:name w:val="03E1973C987942E49692180448CF2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79AD62-4E36-45D2-8A33-DA62E8288446}"/>
      </w:docPartPr>
      <w:docPartBody>
        <w:p w:rsidR="00000000" w:rsidRDefault="00FC59EB">
          <w:pPr>
            <w:pStyle w:val="03E1973C987942E49692180448CF2896"/>
          </w:pPr>
          <w:r w:rsidRPr="00EE6744">
            <w:t>Recipient Name</w:t>
          </w:r>
        </w:p>
      </w:docPartBody>
    </w:docPart>
    <w:docPart>
      <w:docPartPr>
        <w:name w:val="560376B4F8EE42189EEE3431A4378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5F2A6-D7E3-407D-B1E0-9BD089ED02CB}"/>
      </w:docPartPr>
      <w:docPartBody>
        <w:p w:rsidR="00000000" w:rsidRDefault="00FC59EB">
          <w:pPr>
            <w:pStyle w:val="560376B4F8EE42189EEE3431A4378FC0"/>
          </w:pPr>
          <w:r w:rsidRPr="00C30C31">
            <w:rPr>
              <w:rStyle w:val="SubtleReference"/>
            </w:rPr>
            <w:t>P.O. number</w:t>
          </w:r>
        </w:p>
      </w:docPartBody>
    </w:docPart>
    <w:docPart>
      <w:docPartPr>
        <w:name w:val="6808902300984BA285D4191BE1D83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61425-3924-4F63-9E7C-970F28B969A5}"/>
      </w:docPartPr>
      <w:docPartBody>
        <w:p w:rsidR="00000000" w:rsidRDefault="00FC59EB">
          <w:pPr>
            <w:pStyle w:val="6808902300984BA285D4191BE1D83E43"/>
          </w:pPr>
          <w:r>
            <w:t>Sincerely</w:t>
          </w:r>
        </w:p>
      </w:docPartBody>
    </w:docPart>
    <w:docPart>
      <w:docPartPr>
        <w:name w:val="E68FC47FAD6A49AD970F51FF24ABB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BDF9A-13A6-4490-AB4A-E6D9ECF52F15}"/>
      </w:docPartPr>
      <w:docPartBody>
        <w:p w:rsidR="00000000" w:rsidRDefault="00FC59EB">
          <w:pPr>
            <w:pStyle w:val="E68FC47FAD6A49AD970F51FF24ABBC05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1F1"/>
    <w:rsid w:val="005711F1"/>
    <w:rsid w:val="00FC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9C8C7266C947AD8E63A519E414DCD3">
    <w:name w:val="A39C8C7266C947AD8E63A519E414DCD3"/>
  </w:style>
  <w:style w:type="paragraph" w:customStyle="1" w:styleId="C9448438C2364517BD8FA46F48C452D5">
    <w:name w:val="C9448438C2364517BD8FA46F48C452D5"/>
  </w:style>
  <w:style w:type="paragraph" w:customStyle="1" w:styleId="F5BA7CA125204839B2F8E6EE8CC30122">
    <w:name w:val="F5BA7CA125204839B2F8E6EE8CC30122"/>
  </w:style>
  <w:style w:type="paragraph" w:customStyle="1" w:styleId="997FBB661C1B4176AC9AC5854EA6E47B">
    <w:name w:val="997FBB661C1B4176AC9AC5854EA6E47B"/>
  </w:style>
  <w:style w:type="paragraph" w:customStyle="1" w:styleId="2A89F2C537FF4CC8BADABD745DA9AAA4">
    <w:name w:val="2A89F2C537FF4CC8BADABD745DA9AAA4"/>
  </w:style>
  <w:style w:type="paragraph" w:customStyle="1" w:styleId="A857909068114B1189737E03ED0EDBB5">
    <w:name w:val="A857909068114B1189737E03ED0EDBB5"/>
  </w:style>
  <w:style w:type="paragraph" w:customStyle="1" w:styleId="C73D65FD2C7747CA80F03A5D8AA9FBEF">
    <w:name w:val="C73D65FD2C7747CA80F03A5D8AA9FBEF"/>
  </w:style>
  <w:style w:type="paragraph" w:customStyle="1" w:styleId="3CC7034E16154696B211B18D1F9FA133">
    <w:name w:val="3CC7034E16154696B211B18D1F9FA133"/>
  </w:style>
  <w:style w:type="paragraph" w:customStyle="1" w:styleId="03E1973C987942E49692180448CF2896">
    <w:name w:val="03E1973C987942E49692180448CF2896"/>
  </w:style>
  <w:style w:type="paragraph" w:customStyle="1" w:styleId="0C2A354D5AF345909F8C8E42F34B65B8">
    <w:name w:val="0C2A354D5AF345909F8C8E42F34B65B8"/>
  </w:style>
  <w:style w:type="character" w:styleId="SubtleReference">
    <w:name w:val="Subtle Reference"/>
    <w:basedOn w:val="DefaultParagraphFont"/>
    <w:uiPriority w:val="4"/>
    <w:qFormat/>
    <w:rPr>
      <w:caps w:val="0"/>
      <w:smallCaps w:val="0"/>
      <w:color w:val="5A5A5A" w:themeColor="text1" w:themeTint="A5"/>
    </w:rPr>
  </w:style>
  <w:style w:type="paragraph" w:customStyle="1" w:styleId="BAF179D64A354578A3E4580F08B3546E">
    <w:name w:val="BAF179D64A354578A3E4580F08B3546E"/>
  </w:style>
  <w:style w:type="paragraph" w:customStyle="1" w:styleId="3B711D99ECDC41B0A299ACDF2C0FAB97">
    <w:name w:val="3B711D99ECDC41B0A299ACDF2C0FAB97"/>
  </w:style>
  <w:style w:type="paragraph" w:customStyle="1" w:styleId="560376B4F8EE42189EEE3431A4378FC0">
    <w:name w:val="560376B4F8EE42189EEE3431A4378FC0"/>
  </w:style>
  <w:style w:type="paragraph" w:customStyle="1" w:styleId="FBFA4BBD48AA405595073CEA47F5328B">
    <w:name w:val="FBFA4BBD48AA405595073CEA47F5328B"/>
  </w:style>
  <w:style w:type="paragraph" w:customStyle="1" w:styleId="1AD00B1B77C644798C7AC4C8F08E17A0">
    <w:name w:val="1AD00B1B77C644798C7AC4C8F08E17A0"/>
  </w:style>
  <w:style w:type="paragraph" w:customStyle="1" w:styleId="4F21B56D6AD447CEA0D6E328D06B0CD3">
    <w:name w:val="4F21B56D6AD447CEA0D6E328D06B0CD3"/>
  </w:style>
  <w:style w:type="paragraph" w:customStyle="1" w:styleId="9C8B1FDA847246978965BB704715FA1F">
    <w:name w:val="9C8B1FDA847246978965BB704715FA1F"/>
  </w:style>
  <w:style w:type="paragraph" w:customStyle="1" w:styleId="6808902300984BA285D4191BE1D83E43">
    <w:name w:val="6808902300984BA285D4191BE1D83E43"/>
  </w:style>
  <w:style w:type="paragraph" w:customStyle="1" w:styleId="E68FC47FAD6A49AD970F51FF24ABBC05">
    <w:name w:val="E68FC47FAD6A49AD970F51FF24ABBC05"/>
  </w:style>
  <w:style w:type="paragraph" w:customStyle="1" w:styleId="5C90A842DC3446AE97D02CFE30D1CFD2">
    <w:name w:val="5C90A842DC3446AE97D02CFE30D1CFD2"/>
    <w:rsid w:val="005711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customer of missed delivery.dotx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Alex</cp:lastModifiedBy>
  <cp:revision>3</cp:revision>
  <dcterms:created xsi:type="dcterms:W3CDTF">2018-04-27T12:23:00Z</dcterms:created>
  <dcterms:modified xsi:type="dcterms:W3CDTF">2018-04-27T12:24:00Z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