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1D3" w:rsidRPr="005F37BE" w:rsidRDefault="00D301D3">
      <w:pPr>
        <w:pStyle w:val="ContactInfo"/>
        <w:rPr>
          <w:rFonts w:ascii="Calibri" w:hAnsi="Calibri" w:cs="Calibri"/>
          <w:sz w:val="26"/>
          <w:szCs w:val="26"/>
        </w:rPr>
      </w:pPr>
    </w:p>
    <w:p w:rsidR="00756B5A" w:rsidRPr="005F37BE" w:rsidRDefault="008678F9">
      <w:pPr>
        <w:pStyle w:val="ContactInfo"/>
        <w:rPr>
          <w:rFonts w:ascii="Calibri" w:hAnsi="Calibri" w:cs="Calibri"/>
          <w:sz w:val="26"/>
          <w:szCs w:val="26"/>
        </w:rPr>
      </w:pPr>
      <w:r w:rsidRPr="005F37BE">
        <w:rPr>
          <w:rFonts w:ascii="Calibri" w:hAnsi="Calibri" w:cs="Calibri"/>
          <w:sz w:val="26"/>
          <w:szCs w:val="26"/>
        </w:rPr>
        <w:t xml:space="preserve">To: </w:t>
      </w:r>
      <w:sdt>
        <w:sdtPr>
          <w:rPr>
            <w:rFonts w:ascii="Calibri" w:hAnsi="Calibri" w:cs="Calibri"/>
            <w:sz w:val="26"/>
            <w:szCs w:val="26"/>
          </w:rPr>
          <w:id w:val="305602035"/>
          <w:placeholder>
            <w:docPart w:val="7E2D2EF0105043699F19B98903F137C3"/>
          </w:placeholder>
          <w:temporary/>
          <w:showingPlcHdr/>
          <w15:appearance w15:val="hidden"/>
        </w:sdtPr>
        <w:sdtEndPr/>
        <w:sdtContent>
          <w:r w:rsidRPr="005F37BE">
            <w:rPr>
              <w:rFonts w:ascii="Calibri" w:hAnsi="Calibri" w:cs="Calibri"/>
              <w:sz w:val="26"/>
              <w:szCs w:val="26"/>
            </w:rPr>
            <w:t>Recipient Name</w:t>
          </w:r>
        </w:sdtContent>
      </w:sdt>
    </w:p>
    <w:p w:rsidR="00756B5A" w:rsidRPr="005F37BE" w:rsidRDefault="008678F9">
      <w:pPr>
        <w:pStyle w:val="ContactInfo"/>
        <w:rPr>
          <w:rFonts w:ascii="Calibri" w:hAnsi="Calibri" w:cs="Calibri"/>
          <w:sz w:val="26"/>
          <w:szCs w:val="26"/>
        </w:rPr>
      </w:pPr>
      <w:r w:rsidRPr="005F37BE">
        <w:rPr>
          <w:rFonts w:ascii="Calibri" w:hAnsi="Calibri" w:cs="Calibri"/>
          <w:sz w:val="26"/>
          <w:szCs w:val="26"/>
        </w:rPr>
        <w:t xml:space="preserve">From: </w:t>
      </w:r>
      <w:sdt>
        <w:sdtPr>
          <w:rPr>
            <w:rFonts w:ascii="Calibri" w:hAnsi="Calibri" w:cs="Calibri"/>
            <w:sz w:val="26"/>
            <w:szCs w:val="26"/>
          </w:rPr>
          <w:id w:val="-1177721877"/>
          <w:placeholder>
            <w:docPart w:val="F994865DDDBE4068813C470F2EF0C717"/>
          </w:placeholder>
          <w:temporary/>
          <w:showingPlcHdr/>
          <w15:appearance w15:val="hidden"/>
        </w:sdtPr>
        <w:sdtEndPr/>
        <w:sdtContent>
          <w:r w:rsidRPr="005F37BE">
            <w:rPr>
              <w:rFonts w:ascii="Calibri" w:hAnsi="Calibri" w:cs="Calibri"/>
              <w:sz w:val="26"/>
              <w:szCs w:val="26"/>
            </w:rPr>
            <w:t>Your Name</w:t>
          </w:r>
        </w:sdtContent>
      </w:sdt>
    </w:p>
    <w:p w:rsidR="00F87837" w:rsidRPr="00F87837" w:rsidRDefault="00F87837" w:rsidP="00F87837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6"/>
          <w:szCs w:val="26"/>
          <w:lang w:eastAsia="en-US"/>
        </w:rPr>
      </w:pPr>
      <w:r w:rsidRPr="00F87837">
        <w:rPr>
          <w:rFonts w:ascii="Calibri" w:eastAsia="Times New Roman" w:hAnsi="Calibri" w:cs="Calibri"/>
          <w:sz w:val="26"/>
          <w:szCs w:val="26"/>
          <w:lang w:eastAsia="en-US"/>
        </w:rPr>
        <w:t>Dear Susy,</w:t>
      </w:r>
    </w:p>
    <w:p w:rsidR="00F87837" w:rsidRPr="00F87837" w:rsidRDefault="00F87837" w:rsidP="00F87837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6"/>
          <w:szCs w:val="26"/>
          <w:lang w:eastAsia="en-US"/>
        </w:rPr>
      </w:pPr>
      <w:r w:rsidRPr="00F87837">
        <w:rPr>
          <w:rFonts w:ascii="Calibri" w:eastAsia="Times New Roman" w:hAnsi="Calibri" w:cs="Calibri"/>
          <w:sz w:val="26"/>
          <w:szCs w:val="26"/>
          <w:lang w:eastAsia="en-US"/>
        </w:rPr>
        <w:t>When I got your name for the Secret Santa gift exchange, I got happy as I already know you well to make the best gift choice. We have been so close to each other the entire term and have become very good friends.</w:t>
      </w:r>
    </w:p>
    <w:p w:rsidR="00F87837" w:rsidRPr="00F87837" w:rsidRDefault="00F87837" w:rsidP="00F87837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6"/>
          <w:szCs w:val="26"/>
          <w:lang w:eastAsia="en-US"/>
        </w:rPr>
      </w:pPr>
      <w:r w:rsidRPr="00F87837">
        <w:rPr>
          <w:rFonts w:ascii="Calibri" w:eastAsia="Times New Roman" w:hAnsi="Calibri" w:cs="Calibri"/>
          <w:sz w:val="26"/>
          <w:szCs w:val="26"/>
          <w:lang w:eastAsia="en-US"/>
        </w:rPr>
        <w:t>You are such a kind-hearted person who is always ready to help others. I have observed your helpful and friendly nature which is one of the reasons I got close to you. You deserve the best gift this Christmas!</w:t>
      </w:r>
    </w:p>
    <w:p w:rsidR="00F87837" w:rsidRPr="00F87837" w:rsidRDefault="00F87837" w:rsidP="00F87837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6"/>
          <w:szCs w:val="26"/>
          <w:lang w:eastAsia="en-US"/>
        </w:rPr>
      </w:pPr>
      <w:r w:rsidRPr="00F87837">
        <w:rPr>
          <w:rFonts w:ascii="Calibri" w:eastAsia="Times New Roman" w:hAnsi="Calibri" w:cs="Calibri"/>
          <w:sz w:val="26"/>
          <w:szCs w:val="26"/>
          <w:lang w:eastAsia="en-US"/>
        </w:rPr>
        <w:t>I am so excited to see your reaction when you open my gift. Keep guessing who your Secret Santa is but I am sure that you cannot guess at least until you open my gift. Please always stay the same.</w:t>
      </w:r>
    </w:p>
    <w:p w:rsidR="00F87837" w:rsidRPr="00F87837" w:rsidRDefault="00F87837" w:rsidP="00F87837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6"/>
          <w:szCs w:val="26"/>
          <w:lang w:eastAsia="en-US"/>
        </w:rPr>
      </w:pPr>
      <w:r w:rsidRPr="00F87837">
        <w:rPr>
          <w:rFonts w:ascii="Calibri" w:eastAsia="Times New Roman" w:hAnsi="Calibri" w:cs="Calibri"/>
          <w:sz w:val="26"/>
          <w:szCs w:val="26"/>
          <w:lang w:eastAsia="en-US"/>
        </w:rPr>
        <w:t>Merry Christmas!</w:t>
      </w:r>
      <w:r w:rsidRPr="00F87837">
        <w:rPr>
          <w:rFonts w:ascii="Calibri" w:eastAsia="Times New Roman" w:hAnsi="Calibri" w:cs="Calibri"/>
          <w:sz w:val="26"/>
          <w:szCs w:val="26"/>
          <w:lang w:eastAsia="en-US"/>
        </w:rPr>
        <w:br/>
        <w:t>Love,</w:t>
      </w:r>
      <w:r w:rsidRPr="00F87837">
        <w:rPr>
          <w:rFonts w:ascii="Calibri" w:eastAsia="Times New Roman" w:hAnsi="Calibri" w:cs="Calibri"/>
          <w:sz w:val="26"/>
          <w:szCs w:val="26"/>
          <w:lang w:eastAsia="en-US"/>
        </w:rPr>
        <w:br/>
        <w:t>Your Secret Santa.</w:t>
      </w:r>
    </w:p>
    <w:p w:rsidR="008678F9" w:rsidRPr="005F37BE" w:rsidRDefault="008678F9">
      <w:pPr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sectPr w:rsidR="008678F9" w:rsidRPr="005F37BE" w:rsidSect="00AB0187">
      <w:headerReference w:type="default" r:id="rId7"/>
      <w:footerReference w:type="default" r:id="rId8"/>
      <w:footerReference w:type="first" r:id="rId9"/>
      <w:pgSz w:w="12240" w:h="15840"/>
      <w:pgMar w:top="1080" w:right="135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112" w:rsidRDefault="004D6112">
      <w:pPr>
        <w:spacing w:after="0" w:line="240" w:lineRule="auto"/>
      </w:pPr>
      <w:r>
        <w:separator/>
      </w:r>
    </w:p>
  </w:endnote>
  <w:endnote w:type="continuationSeparator" w:id="0">
    <w:p w:rsidR="004D6112" w:rsidRDefault="004D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Default="004D6112">
    <w:pPr>
      <w:pStyle w:val="Footer"/>
      <w:rPr>
        <w:iCs/>
        <w:color w:val="000000" w:themeColor="text1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DA5A55">
      <w:rPr>
        <w:rStyle w:val="Emphasis"/>
        <w:caps w:val="0"/>
      </w:rPr>
      <w:t xml:space="preserve"> </w:t>
    </w:r>
    <w:r w:rsidR="00DA5A55">
      <w:rPr>
        <w:caps w:val="0"/>
      </w:rPr>
      <w:t>T</w:t>
    </w:r>
    <w:r w:rsidR="00DA5A55">
      <w:rPr>
        <w:rStyle w:val="Emphasis"/>
        <w:caps w:val="0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Telephone</w:t>
        </w:r>
      </w:sdtContent>
    </w:sdt>
    <w:r w:rsidR="00DA5A55">
      <w:rPr>
        <w:rStyle w:val="Emphasis"/>
        <w:caps w:val="0"/>
      </w:rPr>
      <w:t xml:space="preserve"> </w:t>
    </w:r>
    <w:r w:rsidR="00DA5A55">
      <w:rPr>
        <w:caps w:val="0"/>
      </w:rPr>
      <w:t>U</w:t>
    </w:r>
    <w:r w:rsidR="00DA5A55">
      <w:rPr>
        <w:rStyle w:val="Emphasis"/>
        <w:caps w:val="0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Website</w:t>
        </w:r>
      </w:sdtContent>
    </w:sdt>
    <w:r w:rsidR="00E0412A">
      <w:rPr>
        <w:rStyle w:val="Emphasis"/>
      </w:rPr>
      <w:t xml:space="preserve">  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112" w:rsidRDefault="004D6112">
      <w:pPr>
        <w:spacing w:after="0" w:line="240" w:lineRule="auto"/>
      </w:pPr>
      <w:r>
        <w:separator/>
      </w:r>
    </w:p>
  </w:footnote>
  <w:footnote w:type="continuationSeparator" w:id="0">
    <w:p w:rsidR="004D6112" w:rsidRDefault="004D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14695B"/>
    <w:rsid w:val="001B43B6"/>
    <w:rsid w:val="0024288E"/>
    <w:rsid w:val="00270F56"/>
    <w:rsid w:val="004D6112"/>
    <w:rsid w:val="005F37BE"/>
    <w:rsid w:val="00727F7D"/>
    <w:rsid w:val="00756B5A"/>
    <w:rsid w:val="008678F9"/>
    <w:rsid w:val="00A27CE8"/>
    <w:rsid w:val="00AB0187"/>
    <w:rsid w:val="00C514AD"/>
    <w:rsid w:val="00D301D3"/>
    <w:rsid w:val="00DA5A55"/>
    <w:rsid w:val="00E0412A"/>
    <w:rsid w:val="00F87837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4F24C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2D2EF0105043699F19B98903F13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AA10E-22F2-4DA1-868D-D6060C50A97E}"/>
      </w:docPartPr>
      <w:docPartBody>
        <w:p w:rsidR="00681866" w:rsidRDefault="009D56B9">
          <w:pPr>
            <w:pStyle w:val="7E2D2EF0105043699F19B98903F137C3"/>
          </w:pPr>
          <w:r>
            <w:t>Recipient Name</w:t>
          </w:r>
        </w:p>
      </w:docPartBody>
    </w:docPart>
    <w:docPart>
      <w:docPartPr>
        <w:name w:val="F994865DDDBE4068813C470F2EF0C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86C8-648B-4D29-AFE7-E5F796EDBE34}"/>
      </w:docPartPr>
      <w:docPartBody>
        <w:p w:rsidR="00681866" w:rsidRDefault="009D56B9">
          <w:pPr>
            <w:pStyle w:val="F994865DDDBE4068813C470F2EF0C717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B9"/>
    <w:rsid w:val="00681866"/>
    <w:rsid w:val="00952882"/>
    <w:rsid w:val="009D56B9"/>
    <w:rsid w:val="00C86241"/>
    <w:rsid w:val="00CC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FA224C8D184104A8ED4B5D1DD13292">
    <w:name w:val="9CFA224C8D184104A8ED4B5D1DD13292"/>
  </w:style>
  <w:style w:type="paragraph" w:customStyle="1" w:styleId="B2AF3F8117F14A6FABC0B2AAA9F1F189">
    <w:name w:val="B2AF3F8117F14A6FABC0B2AAA9F1F189"/>
  </w:style>
  <w:style w:type="paragraph" w:customStyle="1" w:styleId="7E2D2EF0105043699F19B98903F137C3">
    <w:name w:val="7E2D2EF0105043699F19B98903F137C3"/>
  </w:style>
  <w:style w:type="paragraph" w:customStyle="1" w:styleId="F994865DDDBE4068813C470F2EF0C717">
    <w:name w:val="F994865DDDBE4068813C470F2EF0C717"/>
  </w:style>
  <w:style w:type="paragraph" w:customStyle="1" w:styleId="2749F31EEE0F49FBB7CEAD02A16205E2">
    <w:name w:val="2749F31EEE0F49FBB7CEAD02A16205E2"/>
  </w:style>
  <w:style w:type="paragraph" w:customStyle="1" w:styleId="2B56D72173544A59B4C0F034D4D82755">
    <w:name w:val="2B56D72173544A59B4C0F034D4D82755"/>
  </w:style>
  <w:style w:type="paragraph" w:customStyle="1" w:styleId="AF4CBE91C29F43A781C02E0481EEA0C9">
    <w:name w:val="AF4CBE91C29F43A781C02E0481EEA0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2018-12-19T10:14:00Z</dcterms:created>
  <dcterms:modified xsi:type="dcterms:W3CDTF">2018-12-19T10:15:00Z</dcterms:modified>
</cp:coreProperties>
</file>