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7B22FA" w:rsidRPr="00465E8F" w:rsidRDefault="00BF5B76" w:rsidP="007B22FA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1AF0694B2B1A4DD5801E19372D2F77AC"/>
          </w:placeholder>
          <w:temporary/>
          <w:showingPlcHdr/>
          <w15:appearance w15:val="hidden"/>
        </w:sdtPr>
        <w:sdtEndPr/>
        <w:sdtContent>
          <w:r w:rsidR="007B22FA" w:rsidRPr="00465E8F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7B22FA" w:rsidRPr="00465E8F" w:rsidRDefault="00BF5B76" w:rsidP="00F040AE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87043DF38E2A4CA48AA753DCA7353065"/>
          </w:placeholder>
          <w:temporary/>
          <w:showingPlcHdr/>
          <w15:appearance w15:val="hidden"/>
          <w:text/>
        </w:sdtPr>
        <w:sdtEndPr/>
        <w:sdtContent>
          <w:r w:rsidR="00F040AE" w:rsidRPr="00465E8F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C6C6D2F9CC444609BD5BEE30874C9B57"/>
        </w:placeholder>
        <w:temporary/>
        <w:showingPlcHdr/>
        <w15:appearance w15:val="hidden"/>
        <w:text/>
      </w:sdtPr>
      <w:sdtEndPr/>
      <w:sdtContent>
        <w:p w:rsidR="007B22FA" w:rsidRPr="00465E8F" w:rsidRDefault="007B22FA" w:rsidP="007B22FA">
          <w:pPr>
            <w:pStyle w:val="Address"/>
            <w:rPr>
              <w:rFonts w:cstheme="minorHAnsi"/>
              <w:sz w:val="25"/>
              <w:szCs w:val="25"/>
            </w:rPr>
          </w:pPr>
          <w:r w:rsidRPr="00465E8F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7B22FA" w:rsidRPr="00465E8F" w:rsidRDefault="007B22FA" w:rsidP="001C7EBA">
      <w:pPr>
        <w:pStyle w:val="Salutation"/>
        <w:rPr>
          <w:rFonts w:cstheme="minorHAnsi"/>
          <w:sz w:val="25"/>
          <w:szCs w:val="25"/>
        </w:rPr>
      </w:pPr>
      <w:r w:rsidRPr="00465E8F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-1517688856"/>
          <w:placeholder>
            <w:docPart w:val="20175AE2914C4D648ABFE53AAAF2725E"/>
          </w:placeholder>
          <w:temporary/>
          <w:showingPlcHdr/>
          <w15:appearance w15:val="hidden"/>
          <w:text/>
        </w:sdtPr>
        <w:sdtEndPr/>
        <w:sdtContent>
          <w:r w:rsidR="00F040AE" w:rsidRPr="00465E8F">
            <w:rPr>
              <w:rFonts w:cstheme="minorHAnsi"/>
              <w:sz w:val="25"/>
              <w:szCs w:val="25"/>
            </w:rPr>
            <w:t>Recipient Name</w:t>
          </w:r>
        </w:sdtContent>
      </w:sdt>
      <w:r w:rsidRPr="00465E8F">
        <w:rPr>
          <w:rFonts w:cstheme="minorHAnsi"/>
          <w:sz w:val="25"/>
          <w:szCs w:val="25"/>
        </w:rPr>
        <w:t>,</w:t>
      </w:r>
    </w:p>
    <w:p w:rsidR="00465E8F" w:rsidRPr="00465E8F" w:rsidRDefault="00465E8F" w:rsidP="00465E8F">
      <w:pPr>
        <w:spacing w:before="100" w:beforeAutospacing="1" w:after="100" w:afterAutospacing="1"/>
        <w:ind w:right="0"/>
        <w:rPr>
          <w:rFonts w:eastAsia="Times New Roman" w:cstheme="minorHAnsi"/>
          <w:sz w:val="25"/>
          <w:szCs w:val="25"/>
          <w:lang w:eastAsia="en-US"/>
        </w:rPr>
      </w:pPr>
      <w:r w:rsidRPr="00465E8F">
        <w:rPr>
          <w:rFonts w:eastAsia="Times New Roman" w:cstheme="minorHAnsi"/>
          <w:sz w:val="25"/>
          <w:szCs w:val="25"/>
          <w:lang w:eastAsia="en-US"/>
        </w:rPr>
        <w:t xml:space="preserve">ABC feels proud of the exceptional men and women who are our heroes. ABC CEO, John Doe sends a special message highlighting the importance of this day, "The sacrifices of our brave veterans and fallen soldiers are invaluable to us". Observing this holiday is, therefore, a sign of our respect for our highly esteemed servicemen. </w:t>
      </w:r>
    </w:p>
    <w:p w:rsidR="00465E8F" w:rsidRPr="00465E8F" w:rsidRDefault="00465E8F" w:rsidP="00465E8F">
      <w:pPr>
        <w:spacing w:before="100" w:beforeAutospacing="1" w:after="100" w:afterAutospacing="1"/>
        <w:ind w:right="0"/>
        <w:rPr>
          <w:rFonts w:eastAsia="Times New Roman" w:cstheme="minorHAnsi"/>
          <w:sz w:val="25"/>
          <w:szCs w:val="25"/>
          <w:lang w:eastAsia="en-US"/>
        </w:rPr>
      </w:pPr>
      <w:r w:rsidRPr="00465E8F">
        <w:rPr>
          <w:rFonts w:eastAsia="Times New Roman" w:cstheme="minorHAnsi"/>
          <w:sz w:val="25"/>
          <w:szCs w:val="25"/>
          <w:lang w:eastAsia="en-US"/>
        </w:rPr>
        <w:t xml:space="preserve">We look forward to serving you again after this holiday. </w:t>
      </w:r>
    </w:p>
    <w:p w:rsidR="007B22FA" w:rsidRPr="00465E8F" w:rsidRDefault="007B22FA" w:rsidP="007B22FA">
      <w:pPr>
        <w:pStyle w:val="Closing"/>
        <w:rPr>
          <w:rFonts w:cstheme="minorHAnsi"/>
          <w:sz w:val="25"/>
          <w:szCs w:val="25"/>
        </w:rPr>
      </w:pPr>
      <w:r w:rsidRPr="00465E8F">
        <w:rPr>
          <w:rFonts w:cstheme="minorHAnsi"/>
          <w:sz w:val="25"/>
          <w:szCs w:val="25"/>
        </w:rPr>
        <w:t>Warm regards,</w:t>
      </w:r>
    </w:p>
    <w:sdt>
      <w:sdtPr>
        <w:rPr>
          <w:rFonts w:cstheme="minorHAnsi"/>
          <w:sz w:val="25"/>
          <w:szCs w:val="25"/>
        </w:rPr>
        <w:id w:val="-689683842"/>
        <w:placeholder>
          <w:docPart w:val="1EAE8514FF554851B1F6CE04112D08F3"/>
        </w:placeholder>
        <w:temporary/>
        <w:showingPlcHdr/>
        <w15:appearance w15:val="hidden"/>
      </w:sdtPr>
      <w:sdtEndPr/>
      <w:sdtContent>
        <w:p w:rsidR="007B22FA" w:rsidRPr="00465E8F" w:rsidRDefault="007B22FA" w:rsidP="007B22FA">
          <w:pPr>
            <w:pStyle w:val="Signature"/>
            <w:rPr>
              <w:rFonts w:cstheme="minorHAnsi"/>
              <w:sz w:val="25"/>
              <w:szCs w:val="25"/>
            </w:rPr>
          </w:pPr>
          <w:r w:rsidRPr="00465E8F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2B584ED37E124487B28E3A98314C250C"/>
        </w:placeholder>
        <w:temporary/>
        <w:showingPlcHdr/>
        <w15:appearance w15:val="hidden"/>
        <w:text/>
      </w:sdtPr>
      <w:sdtEndPr/>
      <w:sdtContent>
        <w:p w:rsidR="007B22FA" w:rsidRPr="00465E8F" w:rsidRDefault="007B22FA" w:rsidP="007B22FA">
          <w:pPr>
            <w:spacing w:after="0"/>
            <w:rPr>
              <w:rFonts w:cstheme="minorHAnsi"/>
              <w:sz w:val="25"/>
              <w:szCs w:val="25"/>
            </w:rPr>
          </w:pPr>
          <w:r w:rsidRPr="00465E8F">
            <w:rPr>
              <w:rFonts w:cstheme="minorHAnsi"/>
              <w:sz w:val="25"/>
              <w:szCs w:val="25"/>
            </w:rPr>
            <w:t>Your Title</w:t>
          </w:r>
        </w:p>
      </w:sdtContent>
    </w:sdt>
    <w:bookmarkEnd w:id="0" w:displacedByCustomXml="prev"/>
    <w:sectPr w:rsidR="007B22FA" w:rsidRPr="00465E8F" w:rsidSect="00F040AE">
      <w:headerReference w:type="default" r:id="rId9"/>
      <w:footerReference w:type="default" r:id="rId10"/>
      <w:pgSz w:w="12240" w:h="15840" w:code="1"/>
      <w:pgMar w:top="3600" w:right="72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B76" w:rsidRDefault="00BF5B76" w:rsidP="00376205">
      <w:r>
        <w:separator/>
      </w:r>
    </w:p>
  </w:endnote>
  <w:endnote w:type="continuationSeparator" w:id="0">
    <w:p w:rsidR="00BF5B76" w:rsidRDefault="00BF5B76" w:rsidP="0037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:rsidTr="00F040AE">
      <w:trPr>
        <w:trHeight w:val="288"/>
      </w:trPr>
      <w:sdt>
        <w:sdtPr>
          <w:id w:val="-414790984"/>
          <w:placeholder>
            <w:docPart w:val="1EAE8514FF554851B1F6CE04112D08F3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B71D70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  <w:color w:val="595959" w:themeColor="text1" w:themeTint="A6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7B22F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2826DD67" wp14:editId="760874CF">
                <wp:extent cx="187325" cy="187325"/>
                <wp:effectExtent l="0" t="0" r="3175" b="3175"/>
                <wp:docPr id="38" name="Graphic 38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458604420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7B22FA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  <w:color w:val="595959" w:themeColor="text1" w:themeTint="A6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7B22F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D761279" wp14:editId="75AF8DBC">
                <wp:extent cx="187325" cy="187325"/>
                <wp:effectExtent l="0" t="0" r="3175" b="0"/>
                <wp:docPr id="39" name="Graphic 39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567808516"/>
          <w:placeholder>
            <w:docPart w:val="2B584ED37E124487B28E3A98314C250C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7B22FA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  <w:color w:val="595959" w:themeColor="text1" w:themeTint="A6"/>
                </w:rPr>
                <w:t>[Website]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7B22F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ADD6712" wp14:editId="4AC80E75">
                <wp:extent cx="187325" cy="187325"/>
                <wp:effectExtent l="0" t="0" r="3175" b="3175"/>
                <wp:docPr id="40" name="Graphic 40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535306539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7B22FA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  <w:color w:val="595959" w:themeColor="text1" w:themeTint="A6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7B22F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7DF6E26" wp14:editId="5191AB3A">
                <wp:extent cx="168910" cy="168910"/>
                <wp:effectExtent l="0" t="0" r="0" b="0"/>
                <wp:docPr id="41" name="Graphic 41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465E8F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-925286</wp:posOffset>
              </wp:positionH>
              <wp:positionV relativeFrom="paragraph">
                <wp:posOffset>-1376045</wp:posOffset>
              </wp:positionV>
              <wp:extent cx="4824468" cy="1836350"/>
              <wp:effectExtent l="0" t="0" r="0" b="0"/>
              <wp:wrapNone/>
              <wp:docPr id="56" name="Group 6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4824468" cy="1836350"/>
                        <a:chOff x="330874" y="0"/>
                        <a:chExt cx="3343773" cy="1272693"/>
                      </a:xfrm>
                    </wpg:grpSpPr>
                    <wps:wsp>
                      <wps:cNvPr id="58" name="Isosceles Triangle 3">
                        <a:extLst/>
                      </wps:cNvPr>
                      <wps:cNvSpPr/>
                      <wps:spPr>
                        <a:xfrm rot="10800000">
                          <a:off x="330874" y="51232"/>
                          <a:ext cx="3037388" cy="1036766"/>
                        </a:xfrm>
                        <a:custGeom>
                          <a:avLst/>
                          <a:gdLst>
                            <a:gd name="connsiteX0" fmla="*/ 0 w 2886075"/>
                            <a:gd name="connsiteY0" fmla="*/ 1181100 h 1181100"/>
                            <a:gd name="connsiteX1" fmla="*/ 1443038 w 2886075"/>
                            <a:gd name="connsiteY1" fmla="*/ 0 h 1181100"/>
                            <a:gd name="connsiteX2" fmla="*/ 2886075 w 2886075"/>
                            <a:gd name="connsiteY2" fmla="*/ 1181100 h 1181100"/>
                            <a:gd name="connsiteX3" fmla="*/ 0 w 2886075"/>
                            <a:gd name="connsiteY3" fmla="*/ 1181100 h 1181100"/>
                            <a:gd name="connsiteX0" fmla="*/ 0 w 3333750"/>
                            <a:gd name="connsiteY0" fmla="*/ 1190625 h 1190625"/>
                            <a:gd name="connsiteX1" fmla="*/ 1890713 w 3333750"/>
                            <a:gd name="connsiteY1" fmla="*/ 0 h 1190625"/>
                            <a:gd name="connsiteX2" fmla="*/ 3333750 w 3333750"/>
                            <a:gd name="connsiteY2" fmla="*/ 1181100 h 1190625"/>
                            <a:gd name="connsiteX3" fmla="*/ 0 w 3333750"/>
                            <a:gd name="connsiteY3" fmla="*/ 1190625 h 1190625"/>
                            <a:gd name="connsiteX0" fmla="*/ 0 w 3333750"/>
                            <a:gd name="connsiteY0" fmla="*/ 1190625 h 1190625"/>
                            <a:gd name="connsiteX1" fmla="*/ 985838 w 3333750"/>
                            <a:gd name="connsiteY1" fmla="*/ 0 h 1190625"/>
                            <a:gd name="connsiteX2" fmla="*/ 3333750 w 3333750"/>
                            <a:gd name="connsiteY2" fmla="*/ 1181100 h 1190625"/>
                            <a:gd name="connsiteX3" fmla="*/ 0 w 3333750"/>
                            <a:gd name="connsiteY3" fmla="*/ 1190625 h 1190625"/>
                            <a:gd name="connsiteX0" fmla="*/ 0 w 3369433"/>
                            <a:gd name="connsiteY0" fmla="*/ 1190625 h 1190625"/>
                            <a:gd name="connsiteX1" fmla="*/ 1021521 w 3369433"/>
                            <a:gd name="connsiteY1" fmla="*/ 0 h 1190625"/>
                            <a:gd name="connsiteX2" fmla="*/ 3369433 w 3369433"/>
                            <a:gd name="connsiteY2" fmla="*/ 1181100 h 1190625"/>
                            <a:gd name="connsiteX3" fmla="*/ 0 w 3369433"/>
                            <a:gd name="connsiteY3" fmla="*/ 1190625 h 1190625"/>
                            <a:gd name="connsiteX0" fmla="*/ 0 w 3359908"/>
                            <a:gd name="connsiteY0" fmla="*/ 1190625 h 1200150"/>
                            <a:gd name="connsiteX1" fmla="*/ 1021521 w 3359908"/>
                            <a:gd name="connsiteY1" fmla="*/ 0 h 1200150"/>
                            <a:gd name="connsiteX2" fmla="*/ 3359908 w 3359908"/>
                            <a:gd name="connsiteY2" fmla="*/ 1200150 h 1200150"/>
                            <a:gd name="connsiteX3" fmla="*/ 0 w 3359908"/>
                            <a:gd name="connsiteY3" fmla="*/ 1190625 h 1200150"/>
                            <a:gd name="connsiteX0" fmla="*/ 0 w 3608886"/>
                            <a:gd name="connsiteY0" fmla="*/ 1179307 h 1200150"/>
                            <a:gd name="connsiteX1" fmla="*/ 1270499 w 3608886"/>
                            <a:gd name="connsiteY1" fmla="*/ 0 h 1200150"/>
                            <a:gd name="connsiteX2" fmla="*/ 3608886 w 3608886"/>
                            <a:gd name="connsiteY2" fmla="*/ 1200150 h 1200150"/>
                            <a:gd name="connsiteX3" fmla="*/ 0 w 3608886"/>
                            <a:gd name="connsiteY3" fmla="*/ 1179307 h 1200150"/>
                            <a:gd name="connsiteX0" fmla="*/ 0 w 3608886"/>
                            <a:gd name="connsiteY0" fmla="*/ 1224576 h 1245419"/>
                            <a:gd name="connsiteX1" fmla="*/ 1229758 w 3608886"/>
                            <a:gd name="connsiteY1" fmla="*/ 0 h 1245419"/>
                            <a:gd name="connsiteX2" fmla="*/ 3608886 w 3608886"/>
                            <a:gd name="connsiteY2" fmla="*/ 1245419 h 1245419"/>
                            <a:gd name="connsiteX3" fmla="*/ 0 w 3608886"/>
                            <a:gd name="connsiteY3" fmla="*/ 1224576 h 1245419"/>
                            <a:gd name="connsiteX0" fmla="*/ 0 w 3608886"/>
                            <a:gd name="connsiteY0" fmla="*/ 1210995 h 1231838"/>
                            <a:gd name="connsiteX1" fmla="*/ 1229758 w 3608886"/>
                            <a:gd name="connsiteY1" fmla="*/ 0 h 1231838"/>
                            <a:gd name="connsiteX2" fmla="*/ 3608886 w 3608886"/>
                            <a:gd name="connsiteY2" fmla="*/ 1231838 h 1231838"/>
                            <a:gd name="connsiteX3" fmla="*/ 0 w 3608886"/>
                            <a:gd name="connsiteY3" fmla="*/ 1210995 h 12318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08886" h="1231838">
                              <a:moveTo>
                                <a:pt x="0" y="1210995"/>
                              </a:moveTo>
                              <a:lnTo>
                                <a:pt x="1229758" y="0"/>
                              </a:lnTo>
                              <a:lnTo>
                                <a:pt x="3608886" y="1231838"/>
                              </a:lnTo>
                              <a:lnTo>
                                <a:pt x="0" y="1210995"/>
                              </a:lnTo>
                              <a:close/>
                            </a:path>
                          </a:pathLst>
                        </a:custGeom>
                        <a:pattFill prst="wdUpDiag">
                          <a:fgClr>
                            <a:schemeClr val="bg2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Isosceles Triangle 4">
                        <a:extLst/>
                      </wps:cNvPr>
                      <wps:cNvSpPr/>
                      <wps:spPr>
                        <a:xfrm rot="1800000">
                          <a:off x="2507303" y="0"/>
                          <a:ext cx="1167344" cy="1056059"/>
                        </a:xfrm>
                        <a:custGeom>
                          <a:avLst/>
                          <a:gdLst>
                            <a:gd name="connsiteX0" fmla="*/ 0 w 838200"/>
                            <a:gd name="connsiteY0" fmla="*/ 483228 h 483228"/>
                            <a:gd name="connsiteX1" fmla="*/ 419100 w 838200"/>
                            <a:gd name="connsiteY1" fmla="*/ 0 h 483228"/>
                            <a:gd name="connsiteX2" fmla="*/ 838200 w 838200"/>
                            <a:gd name="connsiteY2" fmla="*/ 483228 h 483228"/>
                            <a:gd name="connsiteX3" fmla="*/ 0 w 838200"/>
                            <a:gd name="connsiteY3" fmla="*/ 483228 h 483228"/>
                            <a:gd name="connsiteX0" fmla="*/ 0 w 838200"/>
                            <a:gd name="connsiteY0" fmla="*/ 983608 h 983608"/>
                            <a:gd name="connsiteX1" fmla="*/ 295183 w 838200"/>
                            <a:gd name="connsiteY1" fmla="*/ 0 h 983608"/>
                            <a:gd name="connsiteX2" fmla="*/ 838200 w 838200"/>
                            <a:gd name="connsiteY2" fmla="*/ 983608 h 983608"/>
                            <a:gd name="connsiteX3" fmla="*/ 0 w 838200"/>
                            <a:gd name="connsiteY3" fmla="*/ 983608 h 983608"/>
                            <a:gd name="connsiteX0" fmla="*/ 0 w 647792"/>
                            <a:gd name="connsiteY0" fmla="*/ 1027656 h 1027656"/>
                            <a:gd name="connsiteX1" fmla="*/ 104775 w 647792"/>
                            <a:gd name="connsiteY1" fmla="*/ 0 h 1027656"/>
                            <a:gd name="connsiteX2" fmla="*/ 647792 w 647792"/>
                            <a:gd name="connsiteY2" fmla="*/ 983608 h 1027656"/>
                            <a:gd name="connsiteX3" fmla="*/ 0 w 647792"/>
                            <a:gd name="connsiteY3" fmla="*/ 1027656 h 1027656"/>
                            <a:gd name="connsiteX0" fmla="*/ 0 w 716335"/>
                            <a:gd name="connsiteY0" fmla="*/ 1023235 h 1023235"/>
                            <a:gd name="connsiteX1" fmla="*/ 173318 w 716335"/>
                            <a:gd name="connsiteY1" fmla="*/ 0 h 1023235"/>
                            <a:gd name="connsiteX2" fmla="*/ 716335 w 716335"/>
                            <a:gd name="connsiteY2" fmla="*/ 983608 h 1023235"/>
                            <a:gd name="connsiteX3" fmla="*/ 0 w 716335"/>
                            <a:gd name="connsiteY3" fmla="*/ 1023235 h 1023235"/>
                            <a:gd name="connsiteX0" fmla="*/ 0 w 1167344"/>
                            <a:gd name="connsiteY0" fmla="*/ 1000346 h 1000346"/>
                            <a:gd name="connsiteX1" fmla="*/ 624327 w 1167344"/>
                            <a:gd name="connsiteY1" fmla="*/ 0 h 1000346"/>
                            <a:gd name="connsiteX2" fmla="*/ 1167344 w 1167344"/>
                            <a:gd name="connsiteY2" fmla="*/ 983608 h 1000346"/>
                            <a:gd name="connsiteX3" fmla="*/ 0 w 1167344"/>
                            <a:gd name="connsiteY3" fmla="*/ 1000346 h 1000346"/>
                            <a:gd name="connsiteX0" fmla="*/ 0 w 1167344"/>
                            <a:gd name="connsiteY0" fmla="*/ 1056059 h 1056059"/>
                            <a:gd name="connsiteX1" fmla="*/ 587010 w 1167344"/>
                            <a:gd name="connsiteY1" fmla="*/ 0 h 1056059"/>
                            <a:gd name="connsiteX2" fmla="*/ 1167344 w 1167344"/>
                            <a:gd name="connsiteY2" fmla="*/ 1039321 h 1056059"/>
                            <a:gd name="connsiteX3" fmla="*/ 0 w 1167344"/>
                            <a:gd name="connsiteY3" fmla="*/ 1056059 h 10560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67344" h="1056059">
                              <a:moveTo>
                                <a:pt x="0" y="1056059"/>
                              </a:moveTo>
                              <a:lnTo>
                                <a:pt x="587010" y="0"/>
                              </a:lnTo>
                              <a:lnTo>
                                <a:pt x="1167344" y="1039321"/>
                              </a:lnTo>
                              <a:lnTo>
                                <a:pt x="0" y="1056059"/>
                              </a:ln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Isosceles Triangle 3">
                        <a:extLst/>
                      </wps:cNvPr>
                      <wps:cNvSpPr/>
                      <wps:spPr>
                        <a:xfrm rot="10800000">
                          <a:off x="2321485" y="675500"/>
                          <a:ext cx="619479" cy="597193"/>
                        </a:xfrm>
                        <a:custGeom>
                          <a:avLst/>
                          <a:gdLst>
                            <a:gd name="connsiteX0" fmla="*/ 0 w 2886075"/>
                            <a:gd name="connsiteY0" fmla="*/ 1181100 h 1181100"/>
                            <a:gd name="connsiteX1" fmla="*/ 1443038 w 2886075"/>
                            <a:gd name="connsiteY1" fmla="*/ 0 h 1181100"/>
                            <a:gd name="connsiteX2" fmla="*/ 2886075 w 2886075"/>
                            <a:gd name="connsiteY2" fmla="*/ 1181100 h 1181100"/>
                            <a:gd name="connsiteX3" fmla="*/ 0 w 2886075"/>
                            <a:gd name="connsiteY3" fmla="*/ 1181100 h 1181100"/>
                            <a:gd name="connsiteX0" fmla="*/ 0 w 3333750"/>
                            <a:gd name="connsiteY0" fmla="*/ 1190625 h 1190625"/>
                            <a:gd name="connsiteX1" fmla="*/ 1890713 w 3333750"/>
                            <a:gd name="connsiteY1" fmla="*/ 0 h 1190625"/>
                            <a:gd name="connsiteX2" fmla="*/ 3333750 w 3333750"/>
                            <a:gd name="connsiteY2" fmla="*/ 1181100 h 1190625"/>
                            <a:gd name="connsiteX3" fmla="*/ 0 w 3333750"/>
                            <a:gd name="connsiteY3" fmla="*/ 1190625 h 1190625"/>
                            <a:gd name="connsiteX0" fmla="*/ 0 w 3333750"/>
                            <a:gd name="connsiteY0" fmla="*/ 1190625 h 1190625"/>
                            <a:gd name="connsiteX1" fmla="*/ 985838 w 3333750"/>
                            <a:gd name="connsiteY1" fmla="*/ 0 h 1190625"/>
                            <a:gd name="connsiteX2" fmla="*/ 3333750 w 3333750"/>
                            <a:gd name="connsiteY2" fmla="*/ 1181100 h 1190625"/>
                            <a:gd name="connsiteX3" fmla="*/ 0 w 3333750"/>
                            <a:gd name="connsiteY3" fmla="*/ 1190625 h 1190625"/>
                            <a:gd name="connsiteX0" fmla="*/ 1045670 w 2347913"/>
                            <a:gd name="connsiteY0" fmla="*/ 1555603 h 1555603"/>
                            <a:gd name="connsiteX1" fmla="*/ 1 w 2347913"/>
                            <a:gd name="connsiteY1" fmla="*/ 0 h 1555603"/>
                            <a:gd name="connsiteX2" fmla="*/ 2347913 w 2347913"/>
                            <a:gd name="connsiteY2" fmla="*/ 1181100 h 1555603"/>
                            <a:gd name="connsiteX3" fmla="*/ 1045670 w 2347913"/>
                            <a:gd name="connsiteY3" fmla="*/ 1555603 h 1555603"/>
                            <a:gd name="connsiteX0" fmla="*/ 785220 w 2087463"/>
                            <a:gd name="connsiteY0" fmla="*/ 374503 h 374503"/>
                            <a:gd name="connsiteX1" fmla="*/ 0 w 2087463"/>
                            <a:gd name="connsiteY1" fmla="*/ 178129 h 374503"/>
                            <a:gd name="connsiteX2" fmla="*/ 2087463 w 2087463"/>
                            <a:gd name="connsiteY2" fmla="*/ 0 h 374503"/>
                            <a:gd name="connsiteX3" fmla="*/ 785220 w 2087463"/>
                            <a:gd name="connsiteY3" fmla="*/ 374503 h 374503"/>
                            <a:gd name="connsiteX0" fmla="*/ 785220 w 2351522"/>
                            <a:gd name="connsiteY0" fmla="*/ 438302 h 438302"/>
                            <a:gd name="connsiteX1" fmla="*/ 0 w 2351522"/>
                            <a:gd name="connsiteY1" fmla="*/ 241928 h 438302"/>
                            <a:gd name="connsiteX2" fmla="*/ 2351522 w 2351522"/>
                            <a:gd name="connsiteY2" fmla="*/ 0 h 438302"/>
                            <a:gd name="connsiteX3" fmla="*/ 785220 w 2351522"/>
                            <a:gd name="connsiteY3" fmla="*/ 438302 h 438302"/>
                            <a:gd name="connsiteX0" fmla="*/ 851239 w 2351522"/>
                            <a:gd name="connsiteY0" fmla="*/ 430327 h 430327"/>
                            <a:gd name="connsiteX1" fmla="*/ 0 w 2351522"/>
                            <a:gd name="connsiteY1" fmla="*/ 241928 h 430327"/>
                            <a:gd name="connsiteX2" fmla="*/ 2351522 w 2351522"/>
                            <a:gd name="connsiteY2" fmla="*/ 0 h 430327"/>
                            <a:gd name="connsiteX3" fmla="*/ 851239 w 2351522"/>
                            <a:gd name="connsiteY3" fmla="*/ 430327 h 430327"/>
                            <a:gd name="connsiteX0" fmla="*/ 1049285 w 2549568"/>
                            <a:gd name="connsiteY0" fmla="*/ 430327 h 430327"/>
                            <a:gd name="connsiteX1" fmla="*/ 0 w 2549568"/>
                            <a:gd name="connsiteY1" fmla="*/ 261866 h 430327"/>
                            <a:gd name="connsiteX2" fmla="*/ 2549568 w 2549568"/>
                            <a:gd name="connsiteY2" fmla="*/ 0 h 430327"/>
                            <a:gd name="connsiteX3" fmla="*/ 1049285 w 2549568"/>
                            <a:gd name="connsiteY3" fmla="*/ 430327 h 430327"/>
                            <a:gd name="connsiteX0" fmla="*/ 1148303 w 2549568"/>
                            <a:gd name="connsiteY0" fmla="*/ 410390 h 410390"/>
                            <a:gd name="connsiteX1" fmla="*/ 0 w 2549568"/>
                            <a:gd name="connsiteY1" fmla="*/ 261866 h 410390"/>
                            <a:gd name="connsiteX2" fmla="*/ 2549568 w 2549568"/>
                            <a:gd name="connsiteY2" fmla="*/ 0 h 410390"/>
                            <a:gd name="connsiteX3" fmla="*/ 1148303 w 2549568"/>
                            <a:gd name="connsiteY3" fmla="*/ 410390 h 410390"/>
                            <a:gd name="connsiteX0" fmla="*/ 1148303 w 2549568"/>
                            <a:gd name="connsiteY0" fmla="*/ 418365 h 418365"/>
                            <a:gd name="connsiteX1" fmla="*/ 0 w 2549568"/>
                            <a:gd name="connsiteY1" fmla="*/ 261866 h 418365"/>
                            <a:gd name="connsiteX2" fmla="*/ 2549568 w 2549568"/>
                            <a:gd name="connsiteY2" fmla="*/ 0 h 418365"/>
                            <a:gd name="connsiteX3" fmla="*/ 1148303 w 2549568"/>
                            <a:gd name="connsiteY3" fmla="*/ 418365 h 418365"/>
                            <a:gd name="connsiteX0" fmla="*/ 1065784 w 2549568"/>
                            <a:gd name="connsiteY0" fmla="*/ 410390 h 410390"/>
                            <a:gd name="connsiteX1" fmla="*/ 0 w 2549568"/>
                            <a:gd name="connsiteY1" fmla="*/ 261866 h 410390"/>
                            <a:gd name="connsiteX2" fmla="*/ 2549568 w 2549568"/>
                            <a:gd name="connsiteY2" fmla="*/ 0 h 410390"/>
                            <a:gd name="connsiteX3" fmla="*/ 1065784 w 2549568"/>
                            <a:gd name="connsiteY3" fmla="*/ 410390 h 410390"/>
                            <a:gd name="connsiteX0" fmla="*/ 1107002 w 2549568"/>
                            <a:gd name="connsiteY0" fmla="*/ 417028 h 417028"/>
                            <a:gd name="connsiteX1" fmla="*/ 0 w 2549568"/>
                            <a:gd name="connsiteY1" fmla="*/ 261866 h 417028"/>
                            <a:gd name="connsiteX2" fmla="*/ 2549568 w 2549568"/>
                            <a:gd name="connsiteY2" fmla="*/ 0 h 417028"/>
                            <a:gd name="connsiteX3" fmla="*/ 1107002 w 2549568"/>
                            <a:gd name="connsiteY3" fmla="*/ 417028 h 417028"/>
                            <a:gd name="connsiteX0" fmla="*/ 1107002 w 2549568"/>
                            <a:gd name="connsiteY0" fmla="*/ 423666 h 423666"/>
                            <a:gd name="connsiteX1" fmla="*/ 0 w 2549568"/>
                            <a:gd name="connsiteY1" fmla="*/ 261866 h 423666"/>
                            <a:gd name="connsiteX2" fmla="*/ 2549568 w 2549568"/>
                            <a:gd name="connsiteY2" fmla="*/ 0 h 423666"/>
                            <a:gd name="connsiteX3" fmla="*/ 1107002 w 2549568"/>
                            <a:gd name="connsiteY3" fmla="*/ 423666 h 423666"/>
                            <a:gd name="connsiteX0" fmla="*/ 2875522 w 2875522"/>
                            <a:gd name="connsiteY0" fmla="*/ 674147 h 674147"/>
                            <a:gd name="connsiteX1" fmla="*/ 0 w 2875522"/>
                            <a:gd name="connsiteY1" fmla="*/ 261866 h 674147"/>
                            <a:gd name="connsiteX2" fmla="*/ 2549568 w 2875522"/>
                            <a:gd name="connsiteY2" fmla="*/ 0 h 674147"/>
                            <a:gd name="connsiteX3" fmla="*/ 2875522 w 2875522"/>
                            <a:gd name="connsiteY3" fmla="*/ 674147 h 674147"/>
                            <a:gd name="connsiteX0" fmla="*/ 2875522 w 3220382"/>
                            <a:gd name="connsiteY0" fmla="*/ 733084 h 733084"/>
                            <a:gd name="connsiteX1" fmla="*/ 0 w 3220382"/>
                            <a:gd name="connsiteY1" fmla="*/ 320803 h 733084"/>
                            <a:gd name="connsiteX2" fmla="*/ 3220382 w 3220382"/>
                            <a:gd name="connsiteY2" fmla="*/ 0 h 733084"/>
                            <a:gd name="connsiteX3" fmla="*/ 2875522 w 3220382"/>
                            <a:gd name="connsiteY3" fmla="*/ 733084 h 733084"/>
                            <a:gd name="connsiteX0" fmla="*/ 3363390 w 3363390"/>
                            <a:gd name="connsiteY0" fmla="*/ 806756 h 806756"/>
                            <a:gd name="connsiteX1" fmla="*/ 0 w 3363390"/>
                            <a:gd name="connsiteY1" fmla="*/ 320803 h 806756"/>
                            <a:gd name="connsiteX2" fmla="*/ 3220382 w 3363390"/>
                            <a:gd name="connsiteY2" fmla="*/ 0 h 806756"/>
                            <a:gd name="connsiteX3" fmla="*/ 3363390 w 3363390"/>
                            <a:gd name="connsiteY3" fmla="*/ 806756 h 806756"/>
                            <a:gd name="connsiteX0" fmla="*/ 3485354 w 3485354"/>
                            <a:gd name="connsiteY0" fmla="*/ 806756 h 806756"/>
                            <a:gd name="connsiteX1" fmla="*/ 0 w 3485354"/>
                            <a:gd name="connsiteY1" fmla="*/ 320802 h 806756"/>
                            <a:gd name="connsiteX2" fmla="*/ 3342346 w 3485354"/>
                            <a:gd name="connsiteY2" fmla="*/ 0 h 806756"/>
                            <a:gd name="connsiteX3" fmla="*/ 3485354 w 3485354"/>
                            <a:gd name="connsiteY3" fmla="*/ 806756 h 806756"/>
                            <a:gd name="connsiteX0" fmla="*/ 3387780 w 3387780"/>
                            <a:gd name="connsiteY0" fmla="*/ 789074 h 789074"/>
                            <a:gd name="connsiteX1" fmla="*/ 0 w 3387780"/>
                            <a:gd name="connsiteY1" fmla="*/ 320802 h 789074"/>
                            <a:gd name="connsiteX2" fmla="*/ 3342346 w 3387780"/>
                            <a:gd name="connsiteY2" fmla="*/ 0 h 789074"/>
                            <a:gd name="connsiteX3" fmla="*/ 3387780 w 3387780"/>
                            <a:gd name="connsiteY3" fmla="*/ 789074 h 7890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387780" h="789074">
                              <a:moveTo>
                                <a:pt x="3387780" y="789074"/>
                              </a:moveTo>
                              <a:lnTo>
                                <a:pt x="0" y="320802"/>
                              </a:lnTo>
                              <a:lnTo>
                                <a:pt x="3342346" y="0"/>
                              </a:lnTo>
                              <a:lnTo>
                                <a:pt x="3387780" y="78907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92FB129" id="Group 6" o:spid="_x0000_s1026" style="position:absolute;margin-left:-72.85pt;margin-top:-108.35pt;width:379.9pt;height:144.6pt;rotation:180;z-index:-251655168;mso-width-relative:margin" coordorigin="3308" coordsize="33437,1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">
              <v:shape id="Isosceles Triangle 3" o:spid="_x0000_s1027" style="position:absolute;left:3308;top:512;width:30374;height:10367;rotation:180;visibility:visible;mso-wrap-style:square;v-text-anchor:middle" coordsize="3608886,1231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" path="m,1210995l1229758,,3608886,1231838,,1210995xe" fillcolor="#cedbe6 [3214]" stroked="f" strokeweight="1pt">
                <v:fill r:id="rId9" o:title="" color2="white [3212]" type="pattern"/>
                <v:stroke joinstyle="miter"/>
                <v:path arrowok="t" o:connecttype="custom" o:connectlocs="0,1019224;1035015,0;3037388,1036766;0,1019224" o:connectangles="0,0,0,0"/>
              </v:shape>
              <v:shape id="Isosceles Triangle 4" o:spid="_x0000_s1028" style="position:absolute;left:25073;width:11673;height:10560;rotation:30;visibility:visible;mso-wrap-style:square;v-text-anchor:middle" coordsize="1167344,105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" path="m,1056059l587010,r580334,1039321l,1056059xe" fillcolor="#3494ba [3204]" stroked="f" strokeweight="1pt">
                <v:stroke joinstyle="miter"/>
                <v:path arrowok="t" o:connecttype="custom" o:connectlocs="0,1056059;587010,0;1167344,1039321;0,1056059" o:connectangles="0,0,0,0"/>
              </v:shape>
              <v:shape id="Isosceles Triangle 3" o:spid="_x0000_s1029" style="position:absolute;left:23214;top:6755;width:6195;height:5971;rotation:180;visibility:visible;mso-wrap-style:square;v-text-anchor:middle" coordsize="3387780,78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" path="m3387780,789074l,320802,3342346,r45434,789074xe" fillcolor="#276e8b [2404]" stroked="f" strokeweight="1pt">
                <v:stroke joinstyle="miter"/>
                <v:path arrowok="t" o:connecttype="custom" o:connectlocs="619479,597193;0,242792;611171,0;619479,597193" o:connectangles="0,0,0,0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B76" w:rsidRDefault="00BF5B76" w:rsidP="00376205">
      <w:r>
        <w:separator/>
      </w:r>
    </w:p>
  </w:footnote>
  <w:footnote w:type="continuationSeparator" w:id="0">
    <w:p w:rsidR="00BF5B76" w:rsidRDefault="00BF5B76" w:rsidP="00376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27E" w:rsidRDefault="004B027E" w:rsidP="002F712B">
    <w:pPr>
      <w:pStyle w:val="Header"/>
      <w:spacing w:after="500"/>
    </w:pPr>
  </w:p>
  <w:p w:rsidR="0021026D" w:rsidRDefault="004B027E">
    <w:pPr>
      <w:pStyle w:val="Header"/>
    </w:pPr>
    <w:r w:rsidRPr="004B6B3F">
      <w:rPr>
        <w:noProof/>
      </w:rPr>
      <mc:AlternateContent>
        <mc:Choice Requires="wps">
          <w:drawing>
            <wp:inline distT="0" distB="0" distL="0" distR="0" wp14:anchorId="548A4174" wp14:editId="305EEB04">
              <wp:extent cx="2231136" cy="347472"/>
              <wp:effectExtent l="0" t="0" r="0" b="0"/>
              <wp:docPr id="32" name="Shape 61" descr="Insert logo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31136" cy="347472"/>
                      </a:xfrm>
                      <a:prstGeom prst="rect">
                        <a:avLst/>
                      </a:prstGeom>
                      <a:ln w="3175">
                        <a:miter lim="400000"/>
                      </a:ln>
                      <a:extLst>
                        <a:ext uri="{C572A759-6A51-4108-AA02-DFA0A04FC94B}">
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1"/>
                        </a:ext>
                      </a:extLst>
                    </wps:spPr>
                    <wps:txbx>
                      <w:txbxContent>
                        <w:p w:rsidR="004B027E" w:rsidRPr="007B11E8" w:rsidRDefault="004B027E" w:rsidP="004B027E">
                          <w:pPr>
                            <w:pStyle w:val="NormalWeb"/>
                            <w:spacing w:before="0" w:beforeAutospacing="0" w:after="0" w:afterAutospacing="0"/>
                            <w:ind w:right="69"/>
                            <w:rPr>
                              <w:color w:val="000000" w:themeColor="text1"/>
                              <w:sz w:val="21"/>
                            </w:rPr>
                          </w:pP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LOGO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position w:val="14"/>
                              <w:sz w:val="40"/>
                              <w:szCs w:val="48"/>
                              <w:vertAlign w:val="superscript"/>
                            </w:rPr>
                            <w:t xml:space="preserve"> 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HERE</w:t>
                          </w:r>
                        </w:p>
                      </w:txbxContent>
                    </wps:txbx>
                    <wps:bodyPr wrap="square" lIns="0" tIns="19050" rIns="19050" bIns="19050" anchor="ctr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548A4174" id="Shape 61" o:spid="_x0000_s1026" alt="Insert logo" style="width:175.7pt;height:2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" filled="f" stroked="f" strokeweight=".25pt">
              <v:stroke miterlimit="4"/>
              <v:textbox style="mso-fit-shape-to-text:t" inset="0,1.5pt,1.5pt,1.5pt">
                <w:txbxContent>
                  <w:p w:rsidR="004B027E" w:rsidRPr="007B11E8" w:rsidRDefault="004B027E" w:rsidP="004B027E">
                    <w:pPr>
                      <w:pStyle w:val="NormalWeb"/>
                      <w:spacing w:before="0" w:beforeAutospacing="0" w:after="0" w:afterAutospacing="0"/>
                      <w:ind w:right="69"/>
                      <w:rPr>
                        <w:color w:val="000000" w:themeColor="text1"/>
                        <w:sz w:val="21"/>
                      </w:rPr>
                    </w:pP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LOGO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position w:val="14"/>
                        <w:sz w:val="40"/>
                        <w:szCs w:val="48"/>
                        <w:vertAlign w:val="superscript"/>
                      </w:rPr>
                      <w:t xml:space="preserve"> 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HERE</w:t>
                    </w:r>
                  </w:p>
                </w:txbxContent>
              </v:textbox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8F"/>
    <w:rsid w:val="000B353B"/>
    <w:rsid w:val="000D7830"/>
    <w:rsid w:val="001C7EBA"/>
    <w:rsid w:val="0021026D"/>
    <w:rsid w:val="002822F5"/>
    <w:rsid w:val="002F712B"/>
    <w:rsid w:val="00300578"/>
    <w:rsid w:val="00376205"/>
    <w:rsid w:val="00396549"/>
    <w:rsid w:val="003A6A4C"/>
    <w:rsid w:val="00445778"/>
    <w:rsid w:val="00465E8F"/>
    <w:rsid w:val="00476622"/>
    <w:rsid w:val="004B027E"/>
    <w:rsid w:val="00517C2F"/>
    <w:rsid w:val="005942EB"/>
    <w:rsid w:val="0062123A"/>
    <w:rsid w:val="00646E75"/>
    <w:rsid w:val="00681A8A"/>
    <w:rsid w:val="0072209F"/>
    <w:rsid w:val="007752E3"/>
    <w:rsid w:val="007B22FA"/>
    <w:rsid w:val="008009DA"/>
    <w:rsid w:val="00877759"/>
    <w:rsid w:val="00914211"/>
    <w:rsid w:val="00922646"/>
    <w:rsid w:val="00980E0F"/>
    <w:rsid w:val="009864AB"/>
    <w:rsid w:val="009A7E7D"/>
    <w:rsid w:val="00A00DA7"/>
    <w:rsid w:val="00A55476"/>
    <w:rsid w:val="00AC76CE"/>
    <w:rsid w:val="00AD0D41"/>
    <w:rsid w:val="00B71D70"/>
    <w:rsid w:val="00BF5B76"/>
    <w:rsid w:val="00C2466E"/>
    <w:rsid w:val="00C43F4B"/>
    <w:rsid w:val="00C92E72"/>
    <w:rsid w:val="00CD384D"/>
    <w:rsid w:val="00CE1FF8"/>
    <w:rsid w:val="00D04CFD"/>
    <w:rsid w:val="00D14447"/>
    <w:rsid w:val="00E0756B"/>
    <w:rsid w:val="00E55D74"/>
    <w:rsid w:val="00EB1A81"/>
    <w:rsid w:val="00F040AE"/>
    <w:rsid w:val="00F1084B"/>
    <w:rsid w:val="00F405F8"/>
    <w:rsid w:val="00F4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0E292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</w:latentStyles>
  <w:style w:type="paragraph" w:default="1" w:styleId="Normal">
    <w:name w:val="Normal"/>
    <w:qFormat/>
    <w:rsid w:val="001C7EBA"/>
    <w:pPr>
      <w:spacing w:after="300"/>
      <w:ind w:right="720"/>
    </w:pPr>
  </w:style>
  <w:style w:type="paragraph" w:styleId="Heading1">
    <w:name w:val="heading 1"/>
    <w:basedOn w:val="Normal"/>
    <w:next w:val="Normal"/>
    <w:link w:val="Heading1Char"/>
    <w:uiPriority w:val="8"/>
    <w:semiHidden/>
    <w:qFormat/>
    <w:rsid w:val="00F46FBE"/>
    <w:pPr>
      <w:spacing w:after="360"/>
      <w:contextualSpacing/>
      <w:outlineLvl w:val="0"/>
    </w:pPr>
    <w:rPr>
      <w:rFonts w:asciiTheme="majorHAnsi" w:eastAsiaTheme="majorEastAsia" w:hAnsiTheme="majorHAnsi" w:cstheme="majorBidi"/>
      <w:caps/>
      <w:color w:val="276E8B" w:themeColor="accent1" w:themeShade="BF"/>
      <w:kern w:val="2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F46FBE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276E8B" w:themeColor="accent1" w:themeShade="BF"/>
      <w:kern w:val="2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6F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8"/>
    <w:semiHidden/>
    <w:rsid w:val="001C7EBA"/>
    <w:rPr>
      <w:rFonts w:asciiTheme="majorHAnsi" w:eastAsiaTheme="majorEastAsia" w:hAnsiTheme="majorHAnsi" w:cstheme="majorBidi"/>
      <w:caps/>
      <w:color w:val="276E8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EBA"/>
    <w:rPr>
      <w:rFonts w:asciiTheme="majorHAnsi" w:eastAsiaTheme="majorEastAsia" w:hAnsiTheme="majorHAnsi" w:cstheme="majorBidi"/>
      <w:color w:val="276E8B" w:themeColor="accent1" w:themeShade="BF"/>
      <w:kern w:val="20"/>
      <w:sz w:val="26"/>
      <w:szCs w:val="26"/>
    </w:rPr>
  </w:style>
  <w:style w:type="paragraph" w:styleId="Salutation">
    <w:name w:val="Salutation"/>
    <w:basedOn w:val="Normal"/>
    <w:link w:val="SalutationChar"/>
    <w:uiPriority w:val="4"/>
    <w:unhideWhenUsed/>
    <w:qFormat/>
    <w:rsid w:val="001C7EBA"/>
  </w:style>
  <w:style w:type="character" w:customStyle="1" w:styleId="SalutationChar">
    <w:name w:val="Salutation Char"/>
    <w:basedOn w:val="DefaultParagraphFont"/>
    <w:link w:val="Salutation"/>
    <w:uiPriority w:val="4"/>
    <w:rsid w:val="001C7EBA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1C7EBA"/>
    <w:pPr>
      <w:spacing w:before="480" w:after="960"/>
    </w:pPr>
    <w:rPr>
      <w:rFonts w:eastAsiaTheme="minorHAnsi"/>
      <w:kern w:val="20"/>
      <w:szCs w:val="20"/>
    </w:rPr>
  </w:style>
  <w:style w:type="character" w:customStyle="1" w:styleId="ClosingChar">
    <w:name w:val="Closing Char"/>
    <w:basedOn w:val="DefaultParagraphFont"/>
    <w:link w:val="Closing"/>
    <w:uiPriority w:val="6"/>
    <w:rsid w:val="001C7EBA"/>
    <w:rPr>
      <w:rFonts w:eastAsiaTheme="minorHAnsi"/>
      <w:kern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1C7EBA"/>
    <w:pPr>
      <w:spacing w:before="40" w:after="0"/>
    </w:pPr>
    <w:rPr>
      <w:rFonts w:eastAsiaTheme="minorHAnsi"/>
      <w:b/>
      <w:bCs/>
      <w:color w:val="595959" w:themeColor="text1" w:themeTint="A6"/>
      <w:kern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7"/>
    <w:rsid w:val="001C7EBA"/>
    <w:rPr>
      <w:rFonts w:eastAsiaTheme="minorHAnsi"/>
      <w:b/>
      <w:bCs/>
      <w:color w:val="595959" w:themeColor="text1" w:themeTint="A6"/>
      <w:kern w:val="20"/>
      <w:szCs w:val="20"/>
    </w:rPr>
  </w:style>
  <w:style w:type="paragraph" w:customStyle="1" w:styleId="ContactInfo">
    <w:name w:val="Contact Info"/>
    <w:basedOn w:val="Normal"/>
    <w:uiPriority w:val="10"/>
    <w:qFormat/>
    <w:rsid w:val="007B22FA"/>
    <w:pPr>
      <w:spacing w:before="40" w:after="40" w:line="274" w:lineRule="auto"/>
      <w:ind w:right="0"/>
    </w:pPr>
    <w:rPr>
      <w:rFonts w:asciiTheme="majorHAnsi" w:eastAsiaTheme="minorHAnsi" w:hAnsiTheme="maj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F405F8"/>
    <w:pPr>
      <w:spacing w:after="120"/>
      <w:contextualSpacing/>
    </w:pPr>
    <w:rPr>
      <w:rFonts w:asciiTheme="majorHAnsi" w:eastAsiaTheme="majorEastAsia" w:hAnsiTheme="majorHAnsi" w:cstheme="majorBidi"/>
      <w:b/>
      <w:bCs/>
      <w:caps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"/>
    <w:rsid w:val="001C7EBA"/>
    <w:rPr>
      <w:rFonts w:asciiTheme="majorHAnsi" w:eastAsiaTheme="majorEastAsia" w:hAnsiTheme="majorHAnsi" w:cstheme="majorBidi"/>
      <w:b/>
      <w:bCs/>
      <w:caps/>
      <w:kern w:val="28"/>
      <w:sz w:val="96"/>
      <w:szCs w:val="96"/>
    </w:rPr>
  </w:style>
  <w:style w:type="table" w:styleId="GridTable1Light-Accent2">
    <w:name w:val="Grid Table 1 Light Accent 2"/>
    <w:basedOn w:val="TableNormal"/>
    <w:uiPriority w:val="46"/>
    <w:rsid w:val="00F405F8"/>
    <w:pPr>
      <w:spacing w:before="120" w:after="120"/>
      <w:contextualSpacing/>
    </w:pPr>
    <w:rPr>
      <w:sz w:val="22"/>
      <w:szCs w:val="22"/>
    </w:rPr>
    <w:tblPr>
      <w:tblStyleRowBandSize w:val="1"/>
      <w:tblStyleColBandSize w:val="1"/>
      <w:tblBorders>
        <w:top w:val="single" w:sz="4" w:space="0" w:color="BCE1E5" w:themeColor="accent2" w:themeTint="66"/>
        <w:left w:val="single" w:sz="4" w:space="0" w:color="BCE1E5" w:themeColor="accent2" w:themeTint="66"/>
        <w:bottom w:val="single" w:sz="4" w:space="0" w:color="BCE1E5" w:themeColor="accent2" w:themeTint="66"/>
        <w:right w:val="single" w:sz="4" w:space="0" w:color="BCE1E5" w:themeColor="accent2" w:themeTint="66"/>
        <w:insideH w:val="single" w:sz="4" w:space="0" w:color="BCE1E5" w:themeColor="accent2" w:themeTint="66"/>
        <w:insideV w:val="single" w:sz="4" w:space="0" w:color="BCE1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AD3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semiHidden/>
    <w:rsid w:val="00376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EBA"/>
  </w:style>
  <w:style w:type="paragraph" w:styleId="Footer">
    <w:name w:val="footer"/>
    <w:basedOn w:val="Normal"/>
    <w:link w:val="FooterChar"/>
    <w:uiPriority w:val="99"/>
    <w:semiHidden/>
    <w:rsid w:val="00376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EBA"/>
  </w:style>
  <w:style w:type="paragraph" w:customStyle="1" w:styleId="RecipientName">
    <w:name w:val="Recipient Name"/>
    <w:basedOn w:val="Normal"/>
    <w:next w:val="Normal"/>
    <w:qFormat/>
    <w:rsid w:val="007B22FA"/>
    <w:pPr>
      <w:spacing w:after="0"/>
    </w:pPr>
    <w:rPr>
      <w:b/>
    </w:rPr>
  </w:style>
  <w:style w:type="paragraph" w:customStyle="1" w:styleId="Address">
    <w:name w:val="Address"/>
    <w:basedOn w:val="Normal"/>
    <w:next w:val="Normal"/>
    <w:qFormat/>
    <w:rsid w:val="007B22FA"/>
    <w:pPr>
      <w:spacing w:after="480"/>
    </w:pPr>
  </w:style>
  <w:style w:type="paragraph" w:styleId="Date">
    <w:name w:val="Date"/>
    <w:basedOn w:val="Normal"/>
    <w:next w:val="Normal"/>
    <w:link w:val="DateChar"/>
    <w:uiPriority w:val="99"/>
    <w:rsid w:val="007B22FA"/>
    <w:pPr>
      <w:spacing w:after="600"/>
    </w:pPr>
  </w:style>
  <w:style w:type="character" w:customStyle="1" w:styleId="DateChar">
    <w:name w:val="Date Char"/>
    <w:basedOn w:val="DefaultParagraphFont"/>
    <w:link w:val="Date"/>
    <w:uiPriority w:val="99"/>
    <w:rsid w:val="007B22FA"/>
  </w:style>
  <w:style w:type="character" w:styleId="PlaceholderText">
    <w:name w:val="Placeholder Text"/>
    <w:basedOn w:val="DefaultParagraphFont"/>
    <w:uiPriority w:val="99"/>
    <w:semiHidden/>
    <w:rsid w:val="007B22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E8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Relationship Id="rId9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instripes%20letterhead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F0694B2B1A4DD5801E19372D2F7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A140B-8EB2-459B-902B-2B1EC07398B5}"/>
      </w:docPartPr>
      <w:docPartBody>
        <w:p w:rsidR="00000000" w:rsidRDefault="00B870E2">
          <w:pPr>
            <w:pStyle w:val="1AF0694B2B1A4DD5801E19372D2F77AC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87043DF38E2A4CA48AA753DCA7353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73E88-0AAC-44F1-8FF1-13BA7A84C690}"/>
      </w:docPartPr>
      <w:docPartBody>
        <w:p w:rsidR="00000000" w:rsidRDefault="00B870E2">
          <w:pPr>
            <w:pStyle w:val="87043DF38E2A4CA48AA753DCA7353065"/>
          </w:pPr>
          <w:r w:rsidRPr="00F040AE">
            <w:t>Recipient Name</w:t>
          </w:r>
        </w:p>
      </w:docPartBody>
    </w:docPart>
    <w:docPart>
      <w:docPartPr>
        <w:name w:val="C6C6D2F9CC444609BD5BEE30874C9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AF0BB-2125-4020-B69F-D5F110C3DC8C}"/>
      </w:docPartPr>
      <w:docPartBody>
        <w:p w:rsidR="00000000" w:rsidRDefault="00B870E2">
          <w:pPr>
            <w:pStyle w:val="C6C6D2F9CC444609BD5BEE30874C9B57"/>
          </w:pPr>
          <w:r w:rsidRPr="00145359">
            <w:t>Street Address, City, ST ZIP Code</w:t>
          </w:r>
        </w:p>
      </w:docPartBody>
    </w:docPart>
    <w:docPart>
      <w:docPartPr>
        <w:name w:val="20175AE2914C4D648ABFE53AAAF27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68F04-6997-4C48-B37F-2CB5A2B127D2}"/>
      </w:docPartPr>
      <w:docPartBody>
        <w:p w:rsidR="00000000" w:rsidRDefault="00B870E2">
          <w:pPr>
            <w:pStyle w:val="20175AE2914C4D648ABFE53AAAF2725E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1EAE8514FF554851B1F6CE04112D0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362F6-CD9D-4335-8CEC-3AD11581BFC2}"/>
      </w:docPartPr>
      <w:docPartBody>
        <w:p w:rsidR="00000000" w:rsidRDefault="00B870E2">
          <w:pPr>
            <w:pStyle w:val="1EAE8514FF554851B1F6CE04112D08F3"/>
          </w:pPr>
          <w:r w:rsidRPr="009B3BD5">
            <w:t>Name Here</w:t>
          </w:r>
        </w:p>
      </w:docPartBody>
    </w:docPart>
    <w:docPart>
      <w:docPartPr>
        <w:name w:val="2B584ED37E124487B28E3A98314C2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B0140-57AC-48A6-BF87-1393FA796F39}"/>
      </w:docPartPr>
      <w:docPartBody>
        <w:p w:rsidR="00000000" w:rsidRDefault="00B870E2">
          <w:pPr>
            <w:pStyle w:val="2B584ED37E124487B28E3A98314C250C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0E2"/>
    <w:rsid w:val="00B8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Pr>
      <w:sz w:val="24"/>
      <w:szCs w:val="24"/>
      <w:lang w:eastAsia="ja-JP"/>
    </w:rPr>
  </w:style>
  <w:style w:type="paragraph" w:customStyle="1" w:styleId="1AF0694B2B1A4DD5801E19372D2F77AC">
    <w:name w:val="1AF0694B2B1A4DD5801E19372D2F77AC"/>
  </w:style>
  <w:style w:type="paragraph" w:customStyle="1" w:styleId="87043DF38E2A4CA48AA753DCA7353065">
    <w:name w:val="87043DF38E2A4CA48AA753DCA7353065"/>
  </w:style>
  <w:style w:type="paragraph" w:customStyle="1" w:styleId="C6C6D2F9CC444609BD5BEE30874C9B57">
    <w:name w:val="C6C6D2F9CC444609BD5BEE30874C9B57"/>
  </w:style>
  <w:style w:type="paragraph" w:customStyle="1" w:styleId="20175AE2914C4D648ABFE53AAAF2725E">
    <w:name w:val="20175AE2914C4D648ABFE53AAAF2725E"/>
  </w:style>
  <w:style w:type="paragraph" w:customStyle="1" w:styleId="AE3FA7815ABA42EFBF710BEF17DAF4AE">
    <w:name w:val="AE3FA7815ABA42EFBF710BEF17DAF4AE"/>
  </w:style>
  <w:style w:type="paragraph" w:customStyle="1" w:styleId="1EAE8514FF554851B1F6CE04112D08F3">
    <w:name w:val="1EAE8514FF554851B1F6CE04112D08F3"/>
  </w:style>
  <w:style w:type="paragraph" w:customStyle="1" w:styleId="2B584ED37E124487B28E3A98314C250C">
    <w:name w:val="2B584ED37E124487B28E3A98314C2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3A3CBC56-D0C2-4C95-83FC-0F95D866C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81176-7B76-480D-954C-7559E6215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DA2EC-68C9-4C94-AD7C-A9B5F46A07C9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Pinstripes letterhead(2).dotx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2019-05-10T09:43:00Z</dcterms:created>
  <dcterms:modified xsi:type="dcterms:W3CDTF">2019-05-10T09:45:00Z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